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07B20" w:rsidR="006E5D65" w:rsidP="002D3375" w:rsidRDefault="00997F14" w14:paraId="53AA0D3C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2B6D">
        <w:rPr>
          <w:rFonts w:ascii="Corbel" w:hAnsi="Corbel"/>
          <w:bCs/>
          <w:sz w:val="24"/>
          <w:szCs w:val="24"/>
        </w:rPr>
        <w:t xml:space="preserve">   </w:t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707B20" w:rsidR="00CD6897">
        <w:rPr>
          <w:rFonts w:ascii="Corbel" w:hAnsi="Corbel"/>
          <w:b/>
          <w:bCs/>
          <w:sz w:val="24"/>
          <w:szCs w:val="24"/>
        </w:rPr>
        <w:tab/>
      </w:r>
      <w:r w:rsidRPr="00707B20" w:rsidR="00CD6897">
        <w:rPr>
          <w:rFonts w:ascii="Corbel" w:hAnsi="Corbel"/>
          <w:b/>
          <w:bCs/>
          <w:sz w:val="24"/>
          <w:szCs w:val="24"/>
        </w:rPr>
        <w:tab/>
      </w:r>
      <w:r w:rsidRPr="00707B20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707B20" w:rsidR="006F31E2">
        <w:rPr>
          <w:rFonts w:ascii="Corbel" w:hAnsi="Corbel"/>
          <w:bCs/>
          <w:i/>
          <w:sz w:val="24"/>
          <w:szCs w:val="24"/>
        </w:rPr>
        <w:t>1.5</w:t>
      </w:r>
      <w:r w:rsidRPr="00707B20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707B20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707B20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707B20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707B20" w:rsidR="0085747A" w:rsidP="009C54AE" w:rsidRDefault="0085747A" w14:paraId="3DCA888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SYLABUS</w:t>
      </w:r>
    </w:p>
    <w:p w:rsidRPr="00707B20" w:rsidR="000D6DA0" w:rsidP="000D6DA0" w:rsidRDefault="0071620A" w14:paraId="7471C313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dotyczy cyklu kształcenia</w:t>
      </w:r>
      <w:r w:rsidRPr="00707B20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707B20" w:rsidR="00F8776A">
        <w:rPr>
          <w:rFonts w:ascii="Corbel" w:hAnsi="Corbel"/>
          <w:b/>
          <w:smallCaps/>
          <w:sz w:val="24"/>
          <w:szCs w:val="24"/>
        </w:rPr>
        <w:t xml:space="preserve"> </w:t>
      </w:r>
      <w:r w:rsidRPr="004A4B6B" w:rsidR="000D6DA0">
        <w:rPr>
          <w:rFonts w:ascii="Corbel" w:hAnsi="Corbel"/>
          <w:b/>
          <w:smallCaps/>
          <w:sz w:val="24"/>
          <w:szCs w:val="24"/>
        </w:rPr>
        <w:t>202</w:t>
      </w:r>
      <w:r w:rsidR="000D6DA0">
        <w:rPr>
          <w:rFonts w:ascii="Corbel" w:hAnsi="Corbel"/>
          <w:b/>
          <w:smallCaps/>
          <w:sz w:val="24"/>
          <w:szCs w:val="24"/>
        </w:rPr>
        <w:t>2</w:t>
      </w:r>
      <w:r w:rsidRPr="004A4B6B" w:rsidR="000D6DA0">
        <w:rPr>
          <w:rFonts w:ascii="Corbel" w:hAnsi="Corbel"/>
          <w:b/>
          <w:smallCaps/>
          <w:sz w:val="24"/>
          <w:szCs w:val="24"/>
        </w:rPr>
        <w:t>/202</w:t>
      </w:r>
      <w:r w:rsidR="000D6DA0">
        <w:rPr>
          <w:rFonts w:ascii="Corbel" w:hAnsi="Corbel"/>
          <w:b/>
          <w:smallCaps/>
          <w:sz w:val="24"/>
          <w:szCs w:val="24"/>
        </w:rPr>
        <w:t>3</w:t>
      </w:r>
      <w:r w:rsidRPr="004A4B6B" w:rsidR="000D6DA0">
        <w:rPr>
          <w:rFonts w:ascii="Corbel" w:hAnsi="Corbel"/>
          <w:b/>
          <w:smallCaps/>
          <w:sz w:val="24"/>
          <w:szCs w:val="24"/>
        </w:rPr>
        <w:t>-202</w:t>
      </w:r>
      <w:r w:rsidR="000D6DA0">
        <w:rPr>
          <w:rFonts w:ascii="Corbel" w:hAnsi="Corbel"/>
          <w:b/>
          <w:smallCaps/>
          <w:sz w:val="24"/>
          <w:szCs w:val="24"/>
        </w:rPr>
        <w:t>3</w:t>
      </w:r>
      <w:r w:rsidRPr="004A4B6B" w:rsidR="000D6DA0">
        <w:rPr>
          <w:rFonts w:ascii="Corbel" w:hAnsi="Corbel"/>
          <w:b/>
          <w:smallCaps/>
          <w:sz w:val="24"/>
          <w:szCs w:val="24"/>
        </w:rPr>
        <w:t>/202</w:t>
      </w:r>
      <w:r w:rsidR="000D6DA0">
        <w:rPr>
          <w:rFonts w:ascii="Corbel" w:hAnsi="Corbel"/>
          <w:b/>
          <w:smallCaps/>
          <w:sz w:val="24"/>
          <w:szCs w:val="24"/>
        </w:rPr>
        <w:t>4</w:t>
      </w:r>
    </w:p>
    <w:p w:rsidRPr="002A7F12" w:rsidR="000D6DA0" w:rsidP="000D6DA0" w:rsidRDefault="000D6DA0" w14:paraId="4B55B0A1" w14:textId="3BCE40A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5535B4E9" w:rsidR="000D6DA0">
        <w:rPr>
          <w:rFonts w:ascii="Corbel" w:hAnsi="Corbel"/>
          <w:b w:val="1"/>
          <w:bCs w:val="1"/>
          <w:i w:val="1"/>
          <w:iCs w:val="1"/>
          <w:sz w:val="24"/>
          <w:szCs w:val="24"/>
        </w:rPr>
        <w:t xml:space="preserve">                                                                                                          </w:t>
      </w:r>
      <w:r w:rsidRPr="5535B4E9" w:rsidR="000D6DA0">
        <w:rPr>
          <w:rFonts w:ascii="Corbel" w:hAnsi="Corbel"/>
          <w:i w:val="1"/>
          <w:iCs w:val="1"/>
          <w:sz w:val="24"/>
          <w:szCs w:val="24"/>
        </w:rPr>
        <w:t xml:space="preserve">   </w:t>
      </w:r>
      <w:r>
        <w:tab/>
      </w:r>
      <w:r w:rsidRPr="5535B4E9" w:rsidR="000D6DA0">
        <w:rPr>
          <w:rFonts w:ascii="Corbel" w:hAnsi="Corbel"/>
          <w:i w:val="1"/>
          <w:iCs w:val="1"/>
          <w:sz w:val="24"/>
          <w:szCs w:val="24"/>
        </w:rPr>
        <w:t>(skrajne daty</w:t>
      </w:r>
      <w:r w:rsidRPr="5535B4E9" w:rsidR="000D6DA0">
        <w:rPr>
          <w:rFonts w:ascii="Corbel" w:hAnsi="Corbel"/>
          <w:sz w:val="24"/>
          <w:szCs w:val="24"/>
        </w:rPr>
        <w:t>)</w:t>
      </w:r>
    </w:p>
    <w:p w:rsidRPr="002A7F12" w:rsidR="000D6DA0" w:rsidP="000D6DA0" w:rsidRDefault="000D6DA0" w14:paraId="3165ECBA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 w:rsidR="000D6DA0">
        <w:rPr>
          <w:rFonts w:ascii="Corbel" w:hAnsi="Corbel"/>
          <w:sz w:val="24"/>
          <w:szCs w:val="24"/>
        </w:rPr>
        <w:t xml:space="preserve">Rok akademicki </w:t>
      </w:r>
      <w:r w:rsidR="000D6DA0">
        <w:rPr>
          <w:rFonts w:ascii="Corbel" w:hAnsi="Corbel"/>
          <w:sz w:val="24"/>
          <w:szCs w:val="24"/>
        </w:rPr>
        <w:t>2023/2024</w:t>
      </w:r>
    </w:p>
    <w:p w:rsidRPr="00707B20" w:rsidR="0085747A" w:rsidP="000D6DA0" w:rsidRDefault="0085747A" w14:paraId="74EB1CEB" w14:textId="2E37660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</w:p>
    <w:p w:rsidRPr="00707B20" w:rsidR="0085747A" w:rsidP="009C54AE" w:rsidRDefault="0071620A" w14:paraId="7AC1560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Pr="00707B20" w:rsidR="0085747A">
        <w:rPr>
          <w:rFonts w:ascii="Corbel" w:hAnsi="Corbel"/>
          <w:szCs w:val="24"/>
        </w:rPr>
        <w:t xml:space="preserve">Podstawowe </w:t>
      </w:r>
      <w:r w:rsidRPr="00707B20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A2B6D" w:rsidR="0085747A" w:rsidTr="5535B4E9" w14:paraId="4F83046C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660D87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5535B4E9" w:rsidRDefault="00292DFA" w14:paraId="301923E6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535B4E9" w:rsidR="00292DFA">
              <w:rPr>
                <w:rFonts w:ascii="Corbel" w:hAnsi="Corbel"/>
                <w:b w:val="1"/>
                <w:bCs w:val="1"/>
                <w:sz w:val="24"/>
                <w:szCs w:val="24"/>
              </w:rPr>
              <w:t>Administrowanie zasobami środowiska</w:t>
            </w:r>
          </w:p>
        </w:tc>
      </w:tr>
      <w:tr w:rsidRPr="00FA2B6D" w:rsidR="0085747A" w:rsidTr="5535B4E9" w14:paraId="3ABDB2D4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704D83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292DFA" w14:paraId="68AFC8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2DFA">
              <w:rPr>
                <w:rFonts w:ascii="Corbel" w:hAnsi="Corbel"/>
                <w:b w:val="0"/>
                <w:sz w:val="24"/>
                <w:szCs w:val="24"/>
              </w:rPr>
              <w:t>A2SO24</w:t>
            </w:r>
          </w:p>
        </w:tc>
      </w:tr>
      <w:tr w:rsidRPr="00FA2B6D" w:rsidR="0085747A" w:rsidTr="5535B4E9" w14:paraId="439E21EC" w14:textId="77777777">
        <w:tc>
          <w:tcPr>
            <w:tcW w:w="2694" w:type="dxa"/>
            <w:tcMar/>
            <w:vAlign w:val="center"/>
          </w:tcPr>
          <w:p w:rsidRPr="00FA2B6D" w:rsidR="0085747A" w:rsidP="00EA4832" w:rsidRDefault="0085747A" w14:paraId="1A82359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Pr="00FA2B6D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5535B4E9" w:rsidRDefault="00FD7F8F" w14:paraId="104F0C78" w14:textId="588F09F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5535B4E9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5535B4E9" w:rsidR="000D6DA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5535B4E9" w:rsidR="000D6DA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FA2B6D" w:rsidR="0085747A" w:rsidTr="5535B4E9" w14:paraId="06AB10CD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24883B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5535B4E9" w:rsidRDefault="00FD7F8F" w14:paraId="1969B0A9" w14:textId="7B4BDA2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535B4E9" w:rsidR="62DAA82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5535B4E9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A2B6D" w:rsidR="0085747A" w:rsidTr="5535B4E9" w14:paraId="6B53AC2F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6BB02D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60DF23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A2B6D" w:rsidR="0085747A" w:rsidTr="5535B4E9" w14:paraId="0E53196A" w14:textId="77777777">
        <w:tc>
          <w:tcPr>
            <w:tcW w:w="2694" w:type="dxa"/>
            <w:tcMar/>
            <w:vAlign w:val="center"/>
          </w:tcPr>
          <w:p w:rsidRPr="00FA2B6D" w:rsidR="0085747A" w:rsidP="009C54AE" w:rsidRDefault="00DE4A14" w14:paraId="040189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49FD1D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292DF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A2B6D" w:rsidR="0085747A" w:rsidTr="5535B4E9" w14:paraId="5B6B12F2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2502A1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582C5E" w14:paraId="70F0A8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FA2B6D" w:rsidR="0085747A" w:rsidTr="5535B4E9" w14:paraId="7405C05A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35C2B8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90501E" w14:paraId="0A22CC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A2B6D" w:rsidR="0085747A" w:rsidTr="5535B4E9" w14:paraId="53D27E19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1BB136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</w:t>
            </w:r>
            <w:r w:rsidRPr="00FA2B6D" w:rsidR="0030395F">
              <w:rPr>
                <w:rFonts w:ascii="Corbel" w:hAnsi="Corbel"/>
                <w:sz w:val="24"/>
                <w:szCs w:val="24"/>
              </w:rPr>
              <w:t>/y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5535B4E9" w:rsidRDefault="00000EA7" w14:paraId="7896FF71" w14:textId="359303B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535B4E9" w:rsidR="00000EA7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5535B4E9" w:rsidR="39093CD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5535B4E9" w:rsidR="00000EA7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FA2B6D" w:rsidR="0085747A" w:rsidTr="5535B4E9" w14:paraId="787C6C1B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4D3C5C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1FAADA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FA2B6D" w:rsidR="00923D7D" w:rsidTr="5535B4E9" w14:paraId="75FBBCDB" w14:textId="77777777">
        <w:tc>
          <w:tcPr>
            <w:tcW w:w="2694" w:type="dxa"/>
            <w:tcMar/>
            <w:vAlign w:val="center"/>
          </w:tcPr>
          <w:p w:rsidRPr="00FA2B6D" w:rsidR="00923D7D" w:rsidP="009C54AE" w:rsidRDefault="00923D7D" w14:paraId="584C2E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A2B6D" w:rsidR="00923D7D" w:rsidP="009C54AE" w:rsidRDefault="008D5779" w14:paraId="7DB078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A2B6D" w:rsidR="0085747A" w:rsidTr="5535B4E9" w14:paraId="74A4F9C6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558907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582C5E" w14:paraId="050039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FA2B6D" w:rsidR="00886142" w:rsidTr="5535B4E9" w14:paraId="6EB11D2A" w14:textId="77777777">
        <w:tc>
          <w:tcPr>
            <w:tcW w:w="2694" w:type="dxa"/>
            <w:tcMar/>
            <w:vAlign w:val="center"/>
          </w:tcPr>
          <w:p w:rsidRPr="00FA2B6D" w:rsidR="00886142" w:rsidP="00886142" w:rsidRDefault="00886142" w14:paraId="780F17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A2B6D" w:rsidR="00886142" w:rsidP="00886142" w:rsidRDefault="00886142" w14:paraId="75F5B86D" w14:textId="516B4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FA2B6D" w:rsidR="0085747A" w:rsidP="009C54AE" w:rsidRDefault="0085747A" w14:paraId="1BB8BFE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Pr="00FA2B6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A2B6D" w:rsidR="00B90885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Pr="00FA2B6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07B20" w:rsidR="00923D7D" w:rsidP="009C54AE" w:rsidRDefault="00923D7D" w14:paraId="19A7E80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07B20" w:rsidR="0085747A" w:rsidP="009C54AE" w:rsidRDefault="0085747A" w14:paraId="597E055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Pr="00707B20" w:rsidR="00E22FBC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A2B6D" w:rsidR="00923D7D" w:rsidP="009C54AE" w:rsidRDefault="00923D7D" w14:paraId="52A0243D" w14:textId="77777777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951"/>
        <w:gridCol w:w="1009"/>
        <w:gridCol w:w="945"/>
        <w:gridCol w:w="795"/>
        <w:gridCol w:w="825"/>
        <w:gridCol w:w="600"/>
        <w:gridCol w:w="946"/>
        <w:gridCol w:w="1134"/>
        <w:gridCol w:w="1417"/>
      </w:tblGrid>
      <w:tr w:rsidRPr="00FA2B6D" w:rsidR="00015B8F" w:rsidTr="5535B4E9" w14:paraId="5D31029C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15B8F" w:rsidP="009C54AE" w:rsidRDefault="00015B8F" w14:paraId="649B0A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:rsidRPr="00FA2B6D" w:rsidR="00015B8F" w:rsidP="009C54AE" w:rsidRDefault="002B5EA0" w14:paraId="2AE089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Pr="00FA2B6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02FE40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Wykł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6EF7B0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2F33AA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Konw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6C3244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015B8F" w:rsidP="009C54AE" w:rsidRDefault="00015B8F" w14:paraId="5F8A52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Sem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588020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467754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Prakt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6AE25E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094CAA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Pr="00FA2B6D" w:rsidR="00B90885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FA2B6D" w:rsidR="003D108A" w:rsidTr="5535B4E9" w14:paraId="736C24AA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4B6B" w:rsidR="003D108A" w:rsidP="003D108A" w:rsidRDefault="00886142" w14:paraId="3C3DFD6E" w14:textId="1D349E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4B6B" w:rsidR="003D108A" w:rsidP="003D108A" w:rsidRDefault="003D108A" w14:paraId="313027E0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3D108A" w14:paraId="1F7677B8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D7726D" w14:paraId="1EDBA24A" w14:textId="36751F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535B4E9" w:rsidR="00D7726D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6AEDBF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3DDAA0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073EAB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0A45EA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37504E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1EE5DD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A2B6D" w:rsidR="00923D7D" w:rsidP="009C54AE" w:rsidRDefault="00923D7D" w14:paraId="7EF75B0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707B20" w:rsidR="0085747A" w:rsidP="00F83B28" w:rsidRDefault="0085747A" w14:paraId="726CD31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Pr="00707B20" w:rsidR="00E22FBC">
        <w:rPr>
          <w:rFonts w:ascii="Corbel" w:hAnsi="Corbel"/>
          <w:smallCaps w:val="0"/>
          <w:szCs w:val="24"/>
        </w:rPr>
        <w:t>2</w:t>
      </w:r>
      <w:r w:rsidRPr="00707B20" w:rsidR="00F83B28">
        <w:rPr>
          <w:rFonts w:ascii="Corbel" w:hAnsi="Corbel"/>
          <w:smallCaps w:val="0"/>
          <w:szCs w:val="24"/>
        </w:rPr>
        <w:t>.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 xml:space="preserve">Sposób realizacji zajęć  </w:t>
      </w:r>
    </w:p>
    <w:p w:rsidR="00D12A13" w:rsidP="00D12A13" w:rsidRDefault="00381FDF" w14:paraId="53EB23BF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FA2B6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A2B6D" w:rsidR="0085747A" w:rsidP="5535B4E9" w:rsidRDefault="0085747A" w14:paraId="7EC7431B" w14:textId="63F3C969">
      <w:pPr>
        <w:pStyle w:val="Punktygwne"/>
        <w:numPr>
          <w:ilvl w:val="0"/>
          <w:numId w:val="10"/>
        </w:numPr>
        <w:spacing w:before="0" w:after="0"/>
        <w:ind w:left="900" w:hanging="27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5535B4E9" w:rsidR="783235B8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5535B4E9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FA2B6D" w:rsidR="0085747A" w:rsidP="009C54AE" w:rsidRDefault="0085747A" w14:paraId="3D66522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E22FBC" w:rsidP="00F83B28" w:rsidRDefault="00E22FBC" w14:paraId="196A790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1.3 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>For</w:t>
      </w:r>
      <w:r w:rsidRPr="00707B20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07B20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:rsidRPr="00FA2B6D" w:rsidR="009C54AE" w:rsidP="009C54AE" w:rsidRDefault="009C54AE" w14:paraId="24B12F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A2B6D" w:rsidR="002F0C00" w:rsidP="002F0C00" w:rsidRDefault="00F632C9" w14:paraId="3C7AD8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5535B4E9" w:rsidR="00F632C9">
        <w:rPr>
          <w:rFonts w:ascii="Corbel" w:hAnsi="Corbel"/>
          <w:b w:val="0"/>
          <w:bCs w:val="0"/>
          <w:caps w:val="0"/>
          <w:smallCaps w:val="0"/>
        </w:rPr>
        <w:t>Z</w:t>
      </w:r>
      <w:r w:rsidRPr="5535B4E9" w:rsidR="002F0C00">
        <w:rPr>
          <w:rFonts w:ascii="Corbel" w:hAnsi="Corbel"/>
          <w:b w:val="0"/>
          <w:bCs w:val="0"/>
          <w:caps w:val="0"/>
          <w:smallCaps w:val="0"/>
        </w:rPr>
        <w:t>aliczenie z oceną</w:t>
      </w:r>
    </w:p>
    <w:p w:rsidRPr="00FA2B6D" w:rsidR="0069155F" w:rsidP="009C54AE" w:rsidRDefault="0069155F" w14:paraId="6046B3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363C69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:rsidRPr="00707B20" w:rsidR="00707B20" w:rsidP="009C54AE" w:rsidRDefault="00707B20" w14:paraId="75C6BE4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85747A" w:rsidTr="00745302" w14:paraId="4ED289C5" w14:textId="77777777">
        <w:tc>
          <w:tcPr>
            <w:tcW w:w="9670" w:type="dxa"/>
          </w:tcPr>
          <w:p w:rsidRPr="00FA2B6D" w:rsidR="0085747A" w:rsidP="009C54AE" w:rsidRDefault="00573961" w14:paraId="647DF2A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9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organizacji i zadań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FA2B6D" w:rsidR="00153C41" w:rsidP="009C54AE" w:rsidRDefault="00153C41" w14:paraId="7DFC1EA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07B20" w:rsidR="0085747A" w:rsidP="009C54AE" w:rsidRDefault="0071620A" w14:paraId="4C3025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>3.</w:t>
      </w:r>
      <w:r w:rsidRPr="00707B20" w:rsidR="0085747A">
        <w:rPr>
          <w:rFonts w:ascii="Corbel" w:hAnsi="Corbel"/>
          <w:szCs w:val="24"/>
        </w:rPr>
        <w:t xml:space="preserve"> </w:t>
      </w:r>
      <w:r w:rsidRPr="00707B20" w:rsidR="00A84C85">
        <w:rPr>
          <w:rFonts w:ascii="Corbel" w:hAnsi="Corbel"/>
          <w:szCs w:val="24"/>
        </w:rPr>
        <w:t>cele, efekty uczenia się</w:t>
      </w:r>
      <w:r w:rsidRPr="00707B20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07B20" w:rsidR="0085747A" w:rsidP="009C54AE" w:rsidRDefault="0085747A" w14:paraId="6E18110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07B20" w:rsidR="0085747A" w:rsidP="009C54AE" w:rsidRDefault="0071620A" w14:paraId="2C51F1E4" w14:textId="77777777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Pr="00707B20" w:rsidR="00C05F44">
        <w:rPr>
          <w:rFonts w:ascii="Corbel" w:hAnsi="Corbel"/>
          <w:sz w:val="24"/>
          <w:szCs w:val="24"/>
        </w:rPr>
        <w:t>Cele przedmiotu</w:t>
      </w:r>
    </w:p>
    <w:p w:rsidRPr="00707B20" w:rsidR="00F83B28" w:rsidP="009C54AE" w:rsidRDefault="00F83B28" w14:paraId="5EB98215" w14:textId="77777777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A2B6D" w:rsidR="0085747A" w:rsidTr="00923D7D" w14:paraId="0F8A81C5" w14:textId="77777777">
        <w:tc>
          <w:tcPr>
            <w:tcW w:w="851" w:type="dxa"/>
            <w:vAlign w:val="center"/>
          </w:tcPr>
          <w:p w:rsidRPr="00FA2B6D" w:rsidR="0085747A" w:rsidP="009C54AE" w:rsidRDefault="0085747A" w14:paraId="0DC039B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A2B6D" w:rsidR="0085747A" w:rsidP="00463B7B" w:rsidRDefault="00573961" w14:paraId="227221E1" w14:textId="7777777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3961">
              <w:rPr>
                <w:rFonts w:ascii="Corbel" w:hAnsi="Corbel"/>
                <w:b w:val="0"/>
                <w:sz w:val="24"/>
                <w:szCs w:val="24"/>
              </w:rPr>
              <w:t>Celem przedmiotu jest zapoznanie stud</w:t>
            </w:r>
            <w:r w:rsidR="00923A20">
              <w:rPr>
                <w:rFonts w:ascii="Corbel" w:hAnsi="Corbel"/>
                <w:b w:val="0"/>
                <w:sz w:val="24"/>
                <w:szCs w:val="24"/>
              </w:rPr>
              <w:t>enta z podstawową wiedzą i terminologią dotyczącą zagadnień</w:t>
            </w: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 administrowania zasobami środowiska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3B7B" w:rsidR="00463B7B">
              <w:rPr>
                <w:rFonts w:ascii="Corbel" w:hAnsi="Corbel"/>
                <w:b w:val="0"/>
                <w:sz w:val="24"/>
                <w:szCs w:val="24"/>
              </w:rPr>
              <w:t>regulacji prawno-administracyjnych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3B7B" w:rsidR="00463B7B">
              <w:rPr>
                <w:rFonts w:ascii="Corbel" w:hAnsi="Corbel"/>
                <w:b w:val="0"/>
                <w:sz w:val="24"/>
                <w:szCs w:val="24"/>
              </w:rPr>
              <w:t>użytkowania zasobów środowiska naturalnego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 xml:space="preserve"> oraz jego ochrony.</w:t>
            </w:r>
          </w:p>
        </w:tc>
      </w:tr>
      <w:tr w:rsidRPr="00FA2B6D" w:rsidR="0055054E" w:rsidTr="00923D7D" w14:paraId="234811D2" w14:textId="77777777">
        <w:tc>
          <w:tcPr>
            <w:tcW w:w="851" w:type="dxa"/>
            <w:vAlign w:val="center"/>
          </w:tcPr>
          <w:p w:rsidRPr="00FA2B6D" w:rsidR="0055054E" w:rsidP="0055054E" w:rsidRDefault="0055054E" w14:paraId="4FA10B8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A2B6D" w:rsidR="0055054E" w:rsidP="00923A20" w:rsidRDefault="00573961" w14:paraId="704507C5" w14:textId="7777777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Celem przedmiotu jest również zdobycie </w:t>
            </w:r>
            <w:r w:rsidRPr="00923A20" w:rsidR="00923A20">
              <w:rPr>
                <w:rFonts w:ascii="Corbel" w:hAnsi="Corbel"/>
                <w:b w:val="0"/>
                <w:sz w:val="24"/>
                <w:szCs w:val="24"/>
              </w:rPr>
              <w:t>usystematyzowanej wiedzy</w:t>
            </w: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3A20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63B7B" w:rsidR="00463B7B">
              <w:rPr>
                <w:rFonts w:ascii="Corbel" w:hAnsi="Corbel"/>
                <w:b w:val="0"/>
                <w:sz w:val="24"/>
                <w:szCs w:val="24"/>
              </w:rPr>
              <w:t>kreślenie zadań środowiskowych administracji samorządowe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FA2B6D" w:rsidR="0085747A" w:rsidP="009C54AE" w:rsidRDefault="0085747A" w14:paraId="1EE0658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07B20" w:rsidR="001D7B54" w:rsidP="009C54AE" w:rsidRDefault="009F4610" w14:paraId="21A2D2E4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Pr="00707B20" w:rsidR="001D7B54">
        <w:rPr>
          <w:rFonts w:ascii="Corbel" w:hAnsi="Corbel"/>
          <w:b/>
          <w:sz w:val="24"/>
          <w:szCs w:val="24"/>
        </w:rPr>
        <w:t xml:space="preserve">Efekty </w:t>
      </w:r>
      <w:r w:rsidRPr="00707B2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07B20" w:rsidR="001D7B54">
        <w:rPr>
          <w:rFonts w:ascii="Corbel" w:hAnsi="Corbel"/>
          <w:b/>
          <w:sz w:val="24"/>
          <w:szCs w:val="24"/>
        </w:rPr>
        <w:t>dla przedmiotu</w:t>
      </w:r>
      <w:r w:rsidRPr="00707B20" w:rsidR="00445970">
        <w:rPr>
          <w:rFonts w:ascii="Corbel" w:hAnsi="Corbel"/>
          <w:b/>
          <w:sz w:val="24"/>
          <w:szCs w:val="24"/>
        </w:rPr>
        <w:t xml:space="preserve"> </w:t>
      </w:r>
    </w:p>
    <w:p w:rsidRPr="00FA2B6D" w:rsidR="001D7B54" w:rsidP="009C54AE" w:rsidRDefault="001D7B54" w14:paraId="7E8144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FA2B6D" w:rsidR="00A07888" w:rsidTr="5535B4E9" w14:paraId="5E03616C" w14:textId="77777777">
        <w:tc>
          <w:tcPr>
            <w:tcW w:w="1701" w:type="dxa"/>
            <w:tcMar/>
            <w:vAlign w:val="center"/>
          </w:tcPr>
          <w:p w:rsidRPr="00FA2B6D" w:rsidR="0085747A" w:rsidP="009C54AE" w:rsidRDefault="0085747A" w14:paraId="402159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2B6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A2B6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FA2B6D" w:rsidR="0085747A" w:rsidP="00C05F44" w:rsidRDefault="0085747A" w14:paraId="5A82A7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FA2B6D" w:rsidR="0085747A" w:rsidP="00C05F44" w:rsidRDefault="0085747A" w14:paraId="616440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2B6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A2B6D" w:rsidR="00A07888" w:rsidTr="5535B4E9" w14:paraId="498C5ABB" w14:textId="77777777">
        <w:tc>
          <w:tcPr>
            <w:tcW w:w="1701" w:type="dxa"/>
            <w:tcMar/>
          </w:tcPr>
          <w:p w:rsidRPr="00FA2B6D" w:rsidR="00DE4D29" w:rsidP="00DE4D29" w:rsidRDefault="00DE4D29" w14:paraId="42BD66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096" w:type="dxa"/>
            <w:tcMar/>
          </w:tcPr>
          <w:p w:rsidRPr="00FA2B6D" w:rsidR="00E64928" w:rsidP="5535B4E9" w:rsidRDefault="0029298D" w14:paraId="771E400E" w14:textId="583A94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35B4E9" w:rsidR="0029298D">
              <w:rPr>
                <w:rFonts w:ascii="Corbel" w:hAnsi="Corbel"/>
                <w:b w:val="0"/>
                <w:bCs w:val="0"/>
                <w:caps w:val="0"/>
                <w:smallCaps w:val="0"/>
              </w:rPr>
              <w:t>w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ykazuje się szczegółową wiedzą na temat struktur, instytucji i zasad 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>działania</w:t>
            </w:r>
            <w:r w:rsidR="0AE2CC1A">
              <w:rPr/>
              <w:t xml:space="preserve"> 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>funkcjonowaniu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struktur jednostek administrującyc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h w zakresie zarządzania i ochrony zasobów środowiska, 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 i zasad p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odejmowania i wykonywania zadań 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samorządu terytorialnego w zakresie 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>administrowania zasobami środowiska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>, ich genezy i ewolucji oraz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>wykonywanych przez nie zadań;</w:t>
            </w:r>
          </w:p>
        </w:tc>
        <w:tc>
          <w:tcPr>
            <w:tcW w:w="1873" w:type="dxa"/>
            <w:tcMar/>
          </w:tcPr>
          <w:p w:rsidRPr="00FA2B6D" w:rsidR="00DE4D29" w:rsidP="00DE4D29" w:rsidRDefault="00014B80" w14:paraId="5E8C5B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A2B6D" w:rsidR="00DE4D29" w:rsidTr="5535B4E9" w14:paraId="6B2FA9D6" w14:textId="77777777">
        <w:tc>
          <w:tcPr>
            <w:tcW w:w="1701" w:type="dxa"/>
            <w:tcMar/>
          </w:tcPr>
          <w:p w:rsidRPr="00FA2B6D" w:rsidR="00DE4D29" w:rsidP="00DE4D29" w:rsidRDefault="00DE4D29" w14:paraId="28818D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  <w:tcMar/>
          </w:tcPr>
          <w:p w:rsidRPr="00FA2B6D" w:rsidR="006842AA" w:rsidP="5535B4E9" w:rsidRDefault="0069155F" w14:paraId="0D12D27E" w14:textId="1A43BD18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35B4E9" w:rsidR="0029298D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>osiada rozszerzoną wiedzę o roli człowieka, jego cechach i aktywności w sferze administracji oraz jako twórcy kultury i podmiotu konsty</w:t>
            </w:r>
            <w:r w:rsidRPr="5535B4E9" w:rsidR="64E5150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tuującego struktury społeczne i 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ich funkcjonowania;</w:t>
            </w:r>
          </w:p>
        </w:tc>
        <w:tc>
          <w:tcPr>
            <w:tcW w:w="1873" w:type="dxa"/>
            <w:tcMar/>
          </w:tcPr>
          <w:p w:rsidR="00DE4D29" w:rsidP="00DE4D29" w:rsidRDefault="00014B80" w14:paraId="2621F4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Pr="00FA2B6D" w:rsidR="005B0E32" w:rsidP="00DE4D29" w:rsidRDefault="005B0E32" w14:paraId="7F9AA8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5B0E32" w:rsidTr="5535B4E9" w14:paraId="0918CA94" w14:textId="77777777">
        <w:tc>
          <w:tcPr>
            <w:tcW w:w="1701" w:type="dxa"/>
            <w:tcMar/>
          </w:tcPr>
          <w:p w:rsidRPr="00FA2B6D" w:rsidR="005B0E32" w:rsidP="00DE4D29" w:rsidRDefault="005B0E32" w14:paraId="1E9360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6" w:type="dxa"/>
            <w:tcMar/>
          </w:tcPr>
          <w:p w:rsidRPr="00FA2B6D" w:rsidR="005B0E32" w:rsidP="5535B4E9" w:rsidRDefault="0029298D" w14:paraId="16DD1AFB" w14:textId="7DB9625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35B4E9" w:rsidR="0029298D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>otrafi prawidłowo identyfikować i interpretować zjawiska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związane z administrowaniem zasobami środowiska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inne zachodzące w administracji oraz ich wzajemne relacje z wykorzystaniem wiedzy w zakresie nauk administracyjnych;</w:t>
            </w:r>
            <w:r w:rsidRPr="5535B4E9" w:rsidR="64E5150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</w:tcPr>
          <w:p w:rsidR="005B0E32" w:rsidP="00DE4D29" w:rsidRDefault="00014B80" w14:paraId="3B60BB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FA2B6D" w:rsidR="00714C03" w:rsidTr="5535B4E9" w14:paraId="713504C9" w14:textId="77777777">
        <w:tc>
          <w:tcPr>
            <w:tcW w:w="1701" w:type="dxa"/>
            <w:tcMar/>
          </w:tcPr>
          <w:p w:rsidRPr="005B0E32" w:rsidR="00714C03" w:rsidP="00DE4D29" w:rsidRDefault="00714C03" w14:paraId="172058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6" w:type="dxa"/>
            <w:tcMar/>
          </w:tcPr>
          <w:p w:rsidR="00714C03" w:rsidP="5535B4E9" w:rsidRDefault="0029298D" w14:paraId="4EE82EDB" w14:textId="474DB61F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osiada umiejętność prowadzenia debaty, przygotowania prac pisemnych, prezentacji </w:t>
            </w:r>
            <w:proofErr w:type="gramStart"/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>multimedialnych,</w:t>
            </w:r>
            <w:proofErr w:type="gramEnd"/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ustnych wystąpień w języku polskim w zakresie dziedzin </w:t>
            </w:r>
            <w:proofErr w:type="gramStart"/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>i  dyscyplin</w:t>
            </w:r>
            <w:proofErr w:type="gramEnd"/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naukowych wykładanych w ramach kierunku Administracja dotyczących zagadnień szczegółowych, z wykorzystaniem poglądów doktryny, źródeł prawa oraz orzecznictwa </w:t>
            </w:r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>sądowe</w:t>
            </w:r>
            <w:r w:rsidRPr="5535B4E9" w:rsidR="5040336B">
              <w:rPr>
                <w:rFonts w:ascii="Corbel" w:hAnsi="Corbel"/>
                <w:b w:val="0"/>
                <w:bCs w:val="0"/>
                <w:caps w:val="0"/>
                <w:smallCaps w:val="0"/>
              </w:rPr>
              <w:t>go i administracyjnego, a także danych statystycznych</w:t>
            </w:r>
            <w:r w:rsidRPr="5535B4E9" w:rsidR="6DDDCDDA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</w:tc>
        <w:tc>
          <w:tcPr>
            <w:tcW w:w="1873" w:type="dxa"/>
            <w:tcMar/>
          </w:tcPr>
          <w:p w:rsidR="00714C03" w:rsidP="00DE4D29" w:rsidRDefault="00014B80" w14:paraId="3C5A59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FA2B6D" w:rsidR="00714C03" w:rsidTr="5535B4E9" w14:paraId="258AA2E3" w14:textId="77777777">
        <w:tc>
          <w:tcPr>
            <w:tcW w:w="1701" w:type="dxa"/>
            <w:tcMar/>
          </w:tcPr>
          <w:p w:rsidRPr="00714C03" w:rsidR="00714C03" w:rsidP="00DE4D29" w:rsidRDefault="00714C03" w14:paraId="1A058D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6096" w:type="dxa"/>
            <w:tcMar/>
          </w:tcPr>
          <w:p w:rsidRPr="00714C03" w:rsidR="00714C03" w:rsidP="5535B4E9" w:rsidRDefault="00E64928" w14:paraId="61FF2E1C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highlight w:val="yellow"/>
              </w:rPr>
            </w:pPr>
            <w:r w:rsidRPr="5535B4E9" w:rsidR="64E51503">
              <w:rPr>
                <w:rFonts w:ascii="Corbel" w:hAnsi="Corbel"/>
                <w:b w:val="0"/>
                <w:bCs w:val="0"/>
                <w:caps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73" w:type="dxa"/>
            <w:tcMar/>
          </w:tcPr>
          <w:p w:rsidR="00714C03" w:rsidP="00DE4D29" w:rsidRDefault="00014B80" w14:paraId="1598E4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FA2B6D" w:rsidR="00EB4E4F" w:rsidTr="5535B4E9" w14:paraId="2F76F20E" w14:textId="77777777">
        <w:tc>
          <w:tcPr>
            <w:tcW w:w="1701" w:type="dxa"/>
            <w:tcMar/>
          </w:tcPr>
          <w:p w:rsidRPr="00714C03" w:rsidR="00EB4E4F" w:rsidP="00DE4D29" w:rsidRDefault="00EB4E4F" w14:paraId="52979B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714C03" w:rsidR="00EB4E4F" w:rsidP="5535B4E9" w:rsidRDefault="00E64928" w14:paraId="1D396B8B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35B4E9" w:rsidR="64E51503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odpowiedzialność za własne przygotowanie do</w:t>
            </w:r>
            <w:r w:rsidRPr="5535B4E9" w:rsidR="0AE2CC1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535B4E9" w:rsidR="64E51503">
              <w:rPr>
                <w:rFonts w:ascii="Corbel" w:hAnsi="Corbel"/>
                <w:b w:val="0"/>
                <w:bCs w:val="0"/>
                <w:caps w:val="0"/>
                <w:smallCaps w:val="0"/>
              </w:rPr>
              <w:t>pracy, podejmowane decyzje, działania i ich skutki;</w:t>
            </w:r>
          </w:p>
        </w:tc>
        <w:tc>
          <w:tcPr>
            <w:tcW w:w="1873" w:type="dxa"/>
            <w:tcMar/>
          </w:tcPr>
          <w:p w:rsidR="00EB4E4F" w:rsidP="00DE4D29" w:rsidRDefault="00014B80" w14:paraId="3EDF6B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:rsidR="005C2366" w:rsidP="00DE4D29" w:rsidRDefault="005C2366" w14:paraId="1C3EC7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564FF0" w:rsidR="00936198" w:rsidP="00564FF0" w:rsidRDefault="00936198" w14:paraId="0130C40E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675843" w14:paraId="7519BC5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>3.3</w:t>
      </w:r>
      <w:r w:rsidRPr="00707B20" w:rsidR="001D7B54">
        <w:rPr>
          <w:rFonts w:ascii="Corbel" w:hAnsi="Corbel"/>
          <w:b/>
          <w:sz w:val="24"/>
          <w:szCs w:val="24"/>
        </w:rPr>
        <w:t xml:space="preserve"> </w:t>
      </w:r>
      <w:r w:rsidRPr="00707B20" w:rsidR="0085747A">
        <w:rPr>
          <w:rFonts w:ascii="Corbel" w:hAnsi="Corbel"/>
          <w:b/>
          <w:sz w:val="24"/>
          <w:szCs w:val="24"/>
        </w:rPr>
        <w:t>T</w:t>
      </w:r>
      <w:r w:rsidRPr="00707B2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07B20" w:rsidR="007327BD">
        <w:rPr>
          <w:rFonts w:ascii="Corbel" w:hAnsi="Corbel"/>
          <w:b/>
          <w:sz w:val="24"/>
          <w:szCs w:val="24"/>
        </w:rPr>
        <w:t xml:space="preserve">  </w:t>
      </w:r>
    </w:p>
    <w:p w:rsidRPr="00707B20" w:rsidR="00707B20" w:rsidP="009C54AE" w:rsidRDefault="00707B20" w14:paraId="775C84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29298D" w:rsidR="0029298D" w:rsidP="0029298D" w:rsidRDefault="0085747A" w14:paraId="33630CC0" w14:textId="77777777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29298D">
        <w:rPr>
          <w:rFonts w:ascii="Corbel" w:hAnsi="Corbel"/>
          <w:sz w:val="24"/>
          <w:szCs w:val="24"/>
        </w:rPr>
        <w:t xml:space="preserve">Problematyka </w:t>
      </w:r>
      <w:r w:rsidRPr="0029298D" w:rsidR="0029298D">
        <w:rPr>
          <w:rFonts w:ascii="Corbel" w:hAnsi="Corbel"/>
          <w:sz w:val="24"/>
          <w:szCs w:val="24"/>
        </w:rPr>
        <w:t xml:space="preserve">ćwiczeń audytoryjnych, konwersatoryjnych, laboratoryjnych, zajęć praktycznych </w:t>
      </w:r>
    </w:p>
    <w:p w:rsidRPr="00FA2B6D" w:rsidR="0085747A" w:rsidP="0029298D" w:rsidRDefault="0085747A" w14:paraId="79ECE73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670380" w:rsidTr="003B3BDE" w14:paraId="4CC1A623" w14:textId="77777777">
        <w:tc>
          <w:tcPr>
            <w:tcW w:w="9639" w:type="dxa"/>
          </w:tcPr>
          <w:p w:rsidRPr="00FA2B6D" w:rsidR="00670380" w:rsidP="003B3BDE" w:rsidRDefault="00670380" w14:paraId="047D0F5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A2B6D" w:rsidR="00670380" w:rsidTr="003B3BDE" w14:paraId="38174DA7" w14:textId="77777777">
        <w:tc>
          <w:tcPr>
            <w:tcW w:w="9639" w:type="dxa"/>
          </w:tcPr>
          <w:p w:rsidRPr="00B4185A" w:rsidR="00670380" w:rsidP="00B4185A" w:rsidRDefault="00054F5A" w14:paraId="3C0F75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Admin</w:t>
            </w:r>
            <w:r w:rsidR="00B4185A">
              <w:rPr>
                <w:rFonts w:ascii="Corbel" w:hAnsi="Corbel"/>
                <w:sz w:val="24"/>
                <w:szCs w:val="24"/>
              </w:rPr>
              <w:t>istrowanie zasobami środowiska, f</w:t>
            </w:r>
            <w:r w:rsidRPr="00B4185A">
              <w:rPr>
                <w:rFonts w:ascii="Corbel" w:hAnsi="Corbel"/>
                <w:sz w:val="24"/>
                <w:szCs w:val="24"/>
              </w:rPr>
              <w:t>unkcje gospodarcze środowiska, powiązania</w:t>
            </w:r>
            <w:r w:rsidR="00B418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185A">
              <w:rPr>
                <w:rFonts w:ascii="Corbel" w:hAnsi="Corbel"/>
                <w:sz w:val="24"/>
                <w:szCs w:val="24"/>
              </w:rPr>
              <w:t xml:space="preserve">gospodarki ze środowiskiem </w:t>
            </w:r>
            <w:r w:rsidR="00B4185A">
              <w:rPr>
                <w:rFonts w:ascii="Corbel" w:hAnsi="Corbel"/>
                <w:sz w:val="24"/>
                <w:szCs w:val="24"/>
              </w:rPr>
              <w:t>, a</w:t>
            </w:r>
            <w:r w:rsidRPr="00B4185A">
              <w:rPr>
                <w:rFonts w:ascii="Corbel" w:hAnsi="Corbel"/>
                <w:sz w:val="24"/>
                <w:szCs w:val="24"/>
              </w:rPr>
              <w:t xml:space="preserve">ktywna i bierna polityka środowiskowa, zarządzanie rozwojem środowiska. </w:t>
            </w:r>
          </w:p>
        </w:tc>
      </w:tr>
      <w:tr w:rsidRPr="00FA2B6D" w:rsidR="00670380" w:rsidTr="003B3BDE" w14:paraId="6450BDD6" w14:textId="77777777">
        <w:tc>
          <w:tcPr>
            <w:tcW w:w="9639" w:type="dxa"/>
          </w:tcPr>
          <w:p w:rsidR="00B4185A" w:rsidP="00B4185A" w:rsidRDefault="00054F5A" w14:paraId="710ACEB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 xml:space="preserve">Akty prawne w gospodarowaniu środowiskiem w warunkach trwałego zrównoważonego rozwoju regionalnego. </w:t>
            </w:r>
          </w:p>
          <w:p w:rsidRPr="00B4185A" w:rsidR="00670380" w:rsidP="00B4185A" w:rsidRDefault="00054F5A" w14:paraId="46A9348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Prawa i obowiązki korzystających ze środowiska przyrodniczego i antropogenicznego.</w:t>
            </w:r>
          </w:p>
        </w:tc>
      </w:tr>
      <w:tr w:rsidRPr="00FA2B6D" w:rsidR="00670380" w:rsidTr="003B3BDE" w14:paraId="0B06DE7B" w14:textId="77777777">
        <w:tc>
          <w:tcPr>
            <w:tcW w:w="9639" w:type="dxa"/>
          </w:tcPr>
          <w:p w:rsidRPr="00B4185A" w:rsidR="00670380" w:rsidP="00B4185A" w:rsidRDefault="00B4185A" w14:paraId="088FADB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Określenie zadań środowiskowych administracji samorządowej w normach prawnych ( zadania o charakterze organizatorskim, bezpośrednio-wykonawczym, zobowiązująco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4185A">
              <w:rPr>
                <w:rFonts w:ascii="Corbel" w:hAnsi="Corbel"/>
                <w:sz w:val="24"/>
                <w:szCs w:val="24"/>
              </w:rPr>
              <w:t>reglamentacyjnym, kontrolno-nadzorczym).</w:t>
            </w:r>
          </w:p>
        </w:tc>
      </w:tr>
      <w:tr w:rsidRPr="00FA2B6D" w:rsidR="00670380" w:rsidTr="003B3BDE" w14:paraId="70BB7E6F" w14:textId="77777777">
        <w:tc>
          <w:tcPr>
            <w:tcW w:w="9639" w:type="dxa"/>
          </w:tcPr>
          <w:p w:rsidRPr="00FA2B6D" w:rsidR="00670380" w:rsidP="00054F5A" w:rsidRDefault="00B4185A" w14:paraId="2191C8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Podstawy zarządzania środowiskiem w przedsiębiorstwie i w gminie, powiecie, województwie i kraju. Zadania administracji publicznej w zakresie ochrony środowiska.</w:t>
            </w:r>
          </w:p>
        </w:tc>
      </w:tr>
      <w:tr w:rsidRPr="00FA2B6D" w:rsidR="00670380" w:rsidTr="003B3BDE" w14:paraId="4B7D7CC1" w14:textId="77777777">
        <w:tc>
          <w:tcPr>
            <w:tcW w:w="9639" w:type="dxa"/>
          </w:tcPr>
          <w:p w:rsidRPr="00FA2B6D" w:rsidR="00670380" w:rsidP="00B4185A" w:rsidRDefault="00B4185A" w14:paraId="63EE63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Zagadnienia dotyczące regulacji prawno-administracyjnych na szczeblu międzynarodowym i krajowym, aspektów ekonomicznych i rozwiązań technicznych w zakresie użytkowania zasobów środowiska naturalnego (wody powierzchniowe i podziemne, gleby, lasy, powietrze, a także źródeł energii i zasad gospodarowania odpadami komunalnymi, medycznymi i przemysłowymi).</w:t>
            </w:r>
          </w:p>
        </w:tc>
      </w:tr>
      <w:tr w:rsidRPr="00FA2B6D" w:rsidR="00670380" w:rsidTr="00DF75F0" w14:paraId="10AB44D0" w14:textId="77777777">
        <w:trPr>
          <w:trHeight w:val="698"/>
        </w:trPr>
        <w:tc>
          <w:tcPr>
            <w:tcW w:w="9639" w:type="dxa"/>
          </w:tcPr>
          <w:p w:rsidRPr="00B4185A" w:rsidR="00B4185A" w:rsidP="00B4185A" w:rsidRDefault="00B4185A" w14:paraId="2827CE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Międzynarodowy aspekt ochrony zasobów środowiska w kontekście gospodarczym i</w:t>
            </w:r>
          </w:p>
          <w:p w:rsidRPr="00FA2B6D" w:rsidR="00670380" w:rsidP="00B4185A" w:rsidRDefault="00B4185A" w14:paraId="1A2175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administracyjnym.</w:t>
            </w:r>
          </w:p>
        </w:tc>
      </w:tr>
      <w:tr w:rsidRPr="00FA2B6D" w:rsidR="00670380" w:rsidTr="003B3BDE" w14:paraId="4206A9D2" w14:textId="77777777">
        <w:tc>
          <w:tcPr>
            <w:tcW w:w="9639" w:type="dxa"/>
          </w:tcPr>
          <w:p w:rsidRPr="00B4185A" w:rsidR="00670380" w:rsidP="00463B7B" w:rsidRDefault="00463B7B" w14:paraId="157B9B6F" w14:textId="7777777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4185A" w:rsidR="00B4185A">
              <w:rPr>
                <w:rFonts w:ascii="Corbel" w:hAnsi="Corbel"/>
                <w:sz w:val="24"/>
                <w:szCs w:val="24"/>
              </w:rPr>
              <w:t>odstawowe zasady prawnej ochrony i użytkowania zasobów środowiska  oraz zasady gospodarki odpadami na szczeblu międzynarodowy</w:t>
            </w:r>
            <w:r>
              <w:rPr>
                <w:rFonts w:ascii="Corbel" w:hAnsi="Corbel"/>
                <w:sz w:val="24"/>
                <w:szCs w:val="24"/>
              </w:rPr>
              <w:t>m, Unii Europejskiej i krajowym</w:t>
            </w:r>
            <w:r w:rsidRPr="00B4185A" w:rsidR="00B4185A">
              <w:rPr>
                <w:rFonts w:ascii="Corbel" w:hAnsi="Corbel"/>
                <w:sz w:val="24"/>
                <w:szCs w:val="24"/>
              </w:rPr>
              <w:t>.</w:t>
            </w:r>
            <w:r w:rsidR="00B4185A">
              <w:t xml:space="preserve"> </w:t>
            </w:r>
          </w:p>
        </w:tc>
      </w:tr>
    </w:tbl>
    <w:p w:rsidRPr="00FA2B6D" w:rsidR="0085747A" w:rsidP="009C54AE" w:rsidRDefault="0085747A" w14:paraId="14ADB57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07B20" w:rsidR="0085747A" w:rsidP="009C54AE" w:rsidRDefault="009F4610" w14:paraId="1EFE993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:rsidRPr="00FA2B6D" w:rsidR="0085747A" w:rsidP="009C54AE" w:rsidRDefault="0085747A" w14:paraId="2847B2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298D" w:rsidR="002E5FD1" w:rsidP="0029298D" w:rsidRDefault="0029298D" w14:paraId="61A295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FA2B6D" w:rsidR="00B96CDD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FA2B6D" w:rsidR="00B96CDD">
        <w:rPr>
          <w:rFonts w:ascii="Corbel" w:hAnsi="Corbel"/>
          <w:b w:val="0"/>
          <w:smallCaps w:val="0"/>
          <w:szCs w:val="24"/>
        </w:rPr>
        <w:t>dyskusja, praca w grupach</w:t>
      </w:r>
      <w:r w:rsidRPr="00FA2B6D" w:rsidR="007B6D83">
        <w:rPr>
          <w:rFonts w:ascii="Corbel" w:hAnsi="Corbel"/>
          <w:b w:val="0"/>
          <w:smallCaps w:val="0"/>
          <w:szCs w:val="24"/>
        </w:rPr>
        <w:t xml:space="preserve"> </w:t>
      </w:r>
      <w:r w:rsidRPr="00FA2B6D" w:rsidR="00B96CDD">
        <w:rPr>
          <w:rFonts w:ascii="Corbel" w:hAnsi="Corbel"/>
          <w:b w:val="0"/>
          <w:smallCaps w:val="0"/>
          <w:szCs w:val="24"/>
        </w:rPr>
        <w:t>analiza przypadków</w:t>
      </w:r>
    </w:p>
    <w:p w:rsidR="002E5FD1" w:rsidP="009C54AE" w:rsidRDefault="002E5FD1" w14:paraId="354EFA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FD1" w:rsidP="009C54AE" w:rsidRDefault="002E5FD1" w14:paraId="31F137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FD1" w:rsidP="002E5FD1" w:rsidRDefault="00C61DC5" w14:paraId="0DDA85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Pr="00707B20" w:rsidR="0085747A">
        <w:rPr>
          <w:rFonts w:ascii="Corbel" w:hAnsi="Corbel"/>
          <w:smallCaps w:val="0"/>
          <w:szCs w:val="24"/>
        </w:rPr>
        <w:t>METODY I KRYTERIA OCENY</w:t>
      </w:r>
      <w:r w:rsidRPr="00707B20" w:rsidR="009F4610">
        <w:rPr>
          <w:rFonts w:ascii="Corbel" w:hAnsi="Corbel"/>
          <w:smallCaps w:val="0"/>
          <w:szCs w:val="24"/>
        </w:rPr>
        <w:t xml:space="preserve"> </w:t>
      </w:r>
    </w:p>
    <w:p w:rsidRPr="00707B20" w:rsidR="0085747A" w:rsidP="009C54AE" w:rsidRDefault="0085747A" w14:paraId="134C08A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Pr="00707B20" w:rsidR="00C05F44">
        <w:rPr>
          <w:rFonts w:ascii="Corbel" w:hAnsi="Corbel"/>
          <w:smallCaps w:val="0"/>
          <w:szCs w:val="24"/>
        </w:rPr>
        <w:t>uczenia się</w:t>
      </w:r>
    </w:p>
    <w:p w:rsidRPr="00FA2B6D" w:rsidR="0085747A" w:rsidP="009C54AE" w:rsidRDefault="0085747A" w14:paraId="66F3C5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A2B6D" w:rsidR="001126AF" w:rsidTr="38401722" w14:paraId="56CDE6AC" w14:textId="77777777">
        <w:tc>
          <w:tcPr>
            <w:tcW w:w="1985" w:type="dxa"/>
            <w:tcMar/>
            <w:vAlign w:val="center"/>
          </w:tcPr>
          <w:p w:rsidRPr="00FA2B6D" w:rsidR="001126AF" w:rsidP="00FB065A" w:rsidRDefault="001126AF" w14:paraId="30E614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FA2B6D" w:rsidR="001126AF" w:rsidP="00FB065A" w:rsidRDefault="001126AF" w14:paraId="05A331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A2B6D" w:rsidR="001126AF" w:rsidP="00FB065A" w:rsidRDefault="001126AF" w14:paraId="60A108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FA2B6D" w:rsidR="001126AF" w:rsidP="00FB065A" w:rsidRDefault="001126AF" w14:paraId="1CDA4D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A2B6D" w:rsidR="001126AF" w:rsidP="00FB065A" w:rsidRDefault="001126AF" w14:paraId="7DDB07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A2B6D" w:rsidR="00B81C38" w:rsidTr="38401722" w14:paraId="4859EE65" w14:textId="77777777">
        <w:tc>
          <w:tcPr>
            <w:tcW w:w="1985" w:type="dxa"/>
            <w:tcMar/>
          </w:tcPr>
          <w:p w:rsidRPr="00FA2B6D" w:rsidR="00B81C38" w:rsidP="00FB065A" w:rsidRDefault="00B81C38" w14:paraId="341741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tcMar/>
          </w:tcPr>
          <w:p w:rsidR="00B81C38" w:rsidP="00B81C38" w:rsidRDefault="00B81C38" w14:paraId="7B2D573B" w14:textId="126158D0">
            <w:pPr>
              <w:jc w:val="center"/>
            </w:pPr>
            <w:r w:rsidR="00B81C38">
              <w:rPr/>
              <w:t>zaliczenie pisemne</w:t>
            </w:r>
            <w:r w:rsidR="142FFE89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Pr="00FA2B6D" w:rsidR="00B81C38" w:rsidP="0029298D" w:rsidRDefault="00B81C38" w14:paraId="15786F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A2B6D" w:rsidR="00B81C38" w:rsidTr="38401722" w14:paraId="25B1A735" w14:textId="77777777">
        <w:tc>
          <w:tcPr>
            <w:tcW w:w="1985" w:type="dxa"/>
            <w:tcMar/>
          </w:tcPr>
          <w:p w:rsidRPr="00FA2B6D" w:rsidR="00B81C38" w:rsidP="00FB065A" w:rsidRDefault="00B81C38" w14:paraId="3D1B66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="00B81C38" w:rsidP="00B81C38" w:rsidRDefault="00B81C38" w14:paraId="5F311228" w14:textId="4553FB15">
            <w:pPr>
              <w:jc w:val="center"/>
            </w:pPr>
            <w:r w:rsidR="00B81C38">
              <w:rPr/>
              <w:t>zaliczenie pisemne</w:t>
            </w:r>
            <w:r w:rsidR="5623963A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78927579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8401722" w14:paraId="19D9C04D" w14:textId="77777777">
        <w:tc>
          <w:tcPr>
            <w:tcW w:w="1985" w:type="dxa"/>
            <w:tcMar/>
          </w:tcPr>
          <w:p w:rsidRPr="00FA2B6D" w:rsidR="00B81C38" w:rsidP="00FB065A" w:rsidRDefault="00B81C38" w14:paraId="2B6866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Mar/>
          </w:tcPr>
          <w:p w:rsidR="00B81C38" w:rsidP="00B81C38" w:rsidRDefault="00B81C38" w14:paraId="5F372308" w14:textId="440A6B49">
            <w:pPr>
              <w:jc w:val="center"/>
            </w:pPr>
            <w:r w:rsidR="00B81C38">
              <w:rPr/>
              <w:t>zaliczenie pisemne</w:t>
            </w:r>
            <w:r w:rsidR="058EAEA2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6147C83D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8401722" w14:paraId="23561F38" w14:textId="77777777">
        <w:tc>
          <w:tcPr>
            <w:tcW w:w="1985" w:type="dxa"/>
            <w:tcMar/>
          </w:tcPr>
          <w:p w:rsidRPr="00FA2B6D" w:rsidR="00B81C38" w:rsidP="00FB065A" w:rsidRDefault="00B81C38" w14:paraId="51B312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="00B81C38" w:rsidP="00B81C38" w:rsidRDefault="00B81C38" w14:paraId="5DD1127F" w14:textId="67D75041">
            <w:pPr>
              <w:jc w:val="center"/>
            </w:pPr>
            <w:r w:rsidR="00B81C38">
              <w:rPr/>
              <w:t>zaliczenie pisemne</w:t>
            </w:r>
            <w:r w:rsidR="7ABBB4A8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38BF70C6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8401722" w14:paraId="715B3D76" w14:textId="77777777">
        <w:tc>
          <w:tcPr>
            <w:tcW w:w="1985" w:type="dxa"/>
            <w:tcMar/>
          </w:tcPr>
          <w:p w:rsidRPr="00FA2B6D" w:rsidR="00B81C38" w:rsidP="00FB065A" w:rsidRDefault="00B81C38" w14:paraId="39F85F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Mar/>
          </w:tcPr>
          <w:p w:rsidR="00B81C38" w:rsidP="00B81C38" w:rsidRDefault="00B81C38" w14:paraId="0867B477" w14:textId="2820580C">
            <w:pPr>
              <w:jc w:val="center"/>
            </w:pPr>
            <w:r w:rsidR="00B81C38">
              <w:rPr/>
              <w:t>zaliczenie pisemne</w:t>
            </w:r>
            <w:r w:rsidR="46BF8533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0D82E36B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8401722" w14:paraId="3A2A061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B81C38" w:rsidP="005C5E87" w:rsidRDefault="00B81C38" w14:paraId="5451BD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81C38" w:rsidP="00B81C38" w:rsidRDefault="00B81C38" w14:paraId="5EE16A11" w14:textId="0DC5A5A2">
            <w:pPr>
              <w:jc w:val="center"/>
            </w:pPr>
            <w:r w:rsidR="00B81C38">
              <w:rPr/>
              <w:t>zaliczenie pisemne</w:t>
            </w:r>
            <w:r w:rsidR="172C689A">
              <w:rPr/>
              <w:t>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81C38" w:rsidP="0029298D" w:rsidRDefault="00B81C38" w14:paraId="08AEEF96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</w:tbl>
    <w:p w:rsidRPr="00FA2B6D" w:rsidR="00923D7D" w:rsidP="009C54AE" w:rsidRDefault="00923D7D" w14:paraId="793772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3E1941" w14:paraId="5F4288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Pr="00707B2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07B20" w:rsidR="00923D7D">
        <w:rPr>
          <w:rFonts w:ascii="Corbel" w:hAnsi="Corbel"/>
          <w:smallCaps w:val="0"/>
          <w:szCs w:val="24"/>
        </w:rPr>
        <w:t xml:space="preserve"> </w:t>
      </w:r>
    </w:p>
    <w:p w:rsidRPr="00FA2B6D" w:rsidR="0041581B" w:rsidP="009C54AE" w:rsidRDefault="0041581B" w14:paraId="166E4E4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41581B" w:rsidTr="38401722" w14:paraId="505DFB2B" w14:textId="77777777">
        <w:tc>
          <w:tcPr>
            <w:tcW w:w="9670" w:type="dxa"/>
            <w:tcMar/>
          </w:tcPr>
          <w:p w:rsidRPr="00FA2B6D" w:rsidR="0041581B" w:rsidP="38401722" w:rsidRDefault="00463B7B" w14:paraId="6D077163" w14:textId="2BE464B3">
            <w:pPr>
              <w:spacing w:before="0" w:after="0"/>
              <w:jc w:val="both"/>
            </w:pPr>
            <w:r w:rsidRPr="38401722" w:rsidR="505CA655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38401722" w:rsidR="505CA65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</w:t>
            </w:r>
            <w:r w:rsidRPr="38401722" w:rsidR="505CA65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e pozytywnej oceny</w:t>
            </w:r>
            <w:r w:rsidRPr="38401722" w:rsidR="505CA655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8401722" w:rsidR="505CA65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  <w:r w:rsidRPr="38401722" w:rsidR="505CA65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Zaliczenie może mieć formę pisemną lub ustną. Polega na odpowiedzi na zadane pytania. Zaliczenie zawierać może pytania testowe, otwarte oraz problemowe. </w:t>
            </w:r>
            <w:r w:rsidRPr="38401722" w:rsidR="505CA65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A2B6D" w:rsidR="0041581B" w:rsidP="38401722" w:rsidRDefault="00463B7B" w14:paraId="20437C69" w14:textId="0C61E2C1">
            <w:pPr>
              <w:pStyle w:val="Punktygwne"/>
            </w:pPr>
            <w:r w:rsidRPr="38401722" w:rsidR="505CA65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</w:t>
            </w:r>
            <w:r w:rsidRPr="38401722" w:rsidR="505CA65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mi  oceny odpowiedzi są: kompletność odpowiedzi, poprawna terminologia, aktualny stan prawny.</w:t>
            </w:r>
            <w:r w:rsidRPr="38401722" w:rsidR="505CA65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A2B6D" w:rsidR="0041581B" w:rsidP="38401722" w:rsidRDefault="00463B7B" w14:paraId="5D806C2B" w14:textId="70390F9E">
            <w:pPr>
              <w:pStyle w:val="Punktygwne"/>
            </w:pPr>
            <w:r w:rsidRPr="38401722" w:rsidR="505CA65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Przyjmuje się następującą skalę ocen: </w:t>
            </w:r>
          </w:p>
          <w:p w:rsidRPr="00FA2B6D" w:rsidR="0041581B" w:rsidP="38401722" w:rsidRDefault="00463B7B" w14:paraId="7D95FF18" w14:textId="43FC97F9">
            <w:pPr>
              <w:spacing w:before="0" w:after="0"/>
            </w:pPr>
            <w:r w:rsidRPr="38401722" w:rsidR="505CA6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A2B6D" w:rsidR="0041581B" w:rsidP="38401722" w:rsidRDefault="00463B7B" w14:paraId="2D625578" w14:textId="1A3FAADA">
            <w:pPr>
              <w:spacing w:before="0" w:after="0"/>
            </w:pPr>
            <w:r w:rsidRPr="38401722" w:rsidR="505CA6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A2B6D" w:rsidR="0041581B" w:rsidP="38401722" w:rsidRDefault="00463B7B" w14:paraId="1B8FA508" w14:textId="2874F8B2">
            <w:pPr>
              <w:spacing w:before="0" w:after="0"/>
            </w:pPr>
            <w:r w:rsidRPr="38401722" w:rsidR="505CA6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A2B6D" w:rsidR="0041581B" w:rsidP="38401722" w:rsidRDefault="00463B7B" w14:paraId="5BC1674F" w14:textId="52F8CF19">
            <w:pPr>
              <w:spacing w:before="0" w:after="0"/>
            </w:pPr>
            <w:r w:rsidRPr="38401722" w:rsidR="505CA6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A2B6D" w:rsidR="0041581B" w:rsidP="38401722" w:rsidRDefault="00463B7B" w14:paraId="7CA358B5" w14:textId="39D01564">
            <w:pPr>
              <w:spacing w:before="0" w:after="0"/>
            </w:pPr>
            <w:r w:rsidRPr="38401722" w:rsidR="505CA6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A2B6D" w:rsidR="0041581B" w:rsidP="38401722" w:rsidRDefault="00463B7B" w14:paraId="7A623236" w14:textId="788CC4A4">
            <w:pPr>
              <w:spacing w:before="0" w:after="0"/>
            </w:pPr>
            <w:r w:rsidRPr="38401722" w:rsidR="505CA65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FA2B6D" w:rsidR="0041581B" w:rsidP="38401722" w:rsidRDefault="00463B7B" w14:paraId="58F52A20" w14:textId="37FF1432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FA2B6D" w:rsidR="00923D7D" w:rsidP="009C54AE" w:rsidRDefault="00923D7D" w14:paraId="40798FE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FA2B6D" w:rsidR="0085747A" w:rsidP="009C54AE" w:rsidRDefault="0085747A" w14:paraId="1291ED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9F4610" w:rsidP="009C54AE" w:rsidRDefault="0085747A" w14:paraId="03531E4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5. </w:t>
      </w:r>
      <w:r w:rsidRPr="00707B2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A2B6D" w:rsidR="0085747A" w:rsidP="009C54AE" w:rsidRDefault="0085747A" w14:paraId="26BC69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FA2B6D" w:rsidR="0085747A" w:rsidTr="5535B4E9" w14:paraId="571F023D" w14:textId="77777777">
        <w:tc>
          <w:tcPr>
            <w:tcW w:w="4962" w:type="dxa"/>
            <w:tcMar/>
            <w:vAlign w:val="center"/>
          </w:tcPr>
          <w:p w:rsidRPr="00FA2B6D" w:rsidR="0085747A" w:rsidP="009C54AE" w:rsidRDefault="00C61DC5" w14:paraId="25375E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A2B6D" w:rsidR="0085747A" w:rsidP="009C54AE" w:rsidRDefault="00C61DC5" w14:paraId="5833D27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iczba godzin</w:t>
            </w:r>
            <w:r w:rsidRPr="00FA2B6D" w:rsidR="00716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Pr="00FA2B6D" w:rsidR="00D7726D" w:rsidTr="5535B4E9" w14:paraId="2E27E68B" w14:textId="77777777">
        <w:tc>
          <w:tcPr>
            <w:tcW w:w="4962" w:type="dxa"/>
            <w:tcMar/>
          </w:tcPr>
          <w:p w:rsidRPr="00FA2B6D" w:rsidR="00D7726D" w:rsidP="006A6B6B" w:rsidRDefault="00D7726D" w14:paraId="5BA5CF86" w14:textId="7E586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535B4E9" w:rsidR="00D772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Pr="5535B4E9" w:rsidR="70169D9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535B4E9" w:rsidR="00D772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62B05" w:rsidR="00D7726D" w:rsidP="009210A1" w:rsidRDefault="00D7726D" w14:paraId="03174111" w14:textId="77777777">
            <w:r w:rsidRPr="00E62B05">
              <w:t>15</w:t>
            </w:r>
          </w:p>
        </w:tc>
      </w:tr>
      <w:tr w:rsidRPr="00FA2B6D" w:rsidR="00D7726D" w:rsidTr="5535B4E9" w14:paraId="1266AD2F" w14:textId="77777777">
        <w:tc>
          <w:tcPr>
            <w:tcW w:w="4962" w:type="dxa"/>
            <w:tcMar/>
          </w:tcPr>
          <w:p w:rsidRPr="00FA2B6D" w:rsidR="00D7726D" w:rsidP="006A6B6B" w:rsidRDefault="00D7726D" w14:paraId="4BC433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A2B6D" w:rsidR="00D7726D" w:rsidP="006A6B6B" w:rsidRDefault="00D7726D" w14:paraId="40EFC7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62B05" w:rsidR="00D7726D" w:rsidP="009210A1" w:rsidRDefault="00D7726D" w14:paraId="49C7D5EC" w14:textId="77777777">
            <w:r w:rsidRPr="00E62B05">
              <w:t>5</w:t>
            </w:r>
          </w:p>
        </w:tc>
      </w:tr>
      <w:tr w:rsidRPr="00FA2B6D" w:rsidR="00D7726D" w:rsidTr="5535B4E9" w14:paraId="30215E2F" w14:textId="77777777">
        <w:tc>
          <w:tcPr>
            <w:tcW w:w="4962" w:type="dxa"/>
            <w:tcMar/>
          </w:tcPr>
          <w:p w:rsidRPr="00FA2B6D" w:rsidR="00D7726D" w:rsidP="006A6B6B" w:rsidRDefault="00D7726D" w14:paraId="080E8D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2B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2B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FA2B6D" w:rsidR="00D7726D" w:rsidP="006A6B6B" w:rsidRDefault="00D7726D" w14:paraId="31579F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62B05" w:rsidR="00D7726D" w:rsidP="009210A1" w:rsidRDefault="00582C5E" w14:paraId="0984363C" w14:textId="77777777">
            <w:r>
              <w:t>55</w:t>
            </w:r>
          </w:p>
        </w:tc>
      </w:tr>
      <w:tr w:rsidRPr="00FA2B6D" w:rsidR="00D7726D" w:rsidTr="5535B4E9" w14:paraId="7BC6D051" w14:textId="77777777">
        <w:tc>
          <w:tcPr>
            <w:tcW w:w="4962" w:type="dxa"/>
            <w:tcMar/>
          </w:tcPr>
          <w:p w:rsidRPr="00FA2B6D" w:rsidR="00D7726D" w:rsidP="006A6B6B" w:rsidRDefault="00D7726D" w14:paraId="0B2708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62B05" w:rsidR="00D7726D" w:rsidP="009210A1" w:rsidRDefault="00582C5E" w14:paraId="7378C913" w14:textId="77777777">
            <w:r>
              <w:t>75</w:t>
            </w:r>
          </w:p>
        </w:tc>
      </w:tr>
      <w:tr w:rsidRPr="00FA2B6D" w:rsidR="00D7726D" w:rsidTr="5535B4E9" w14:paraId="02454E95" w14:textId="77777777">
        <w:tc>
          <w:tcPr>
            <w:tcW w:w="4962" w:type="dxa"/>
            <w:tcMar/>
          </w:tcPr>
          <w:p w:rsidRPr="00FA2B6D" w:rsidR="00D7726D" w:rsidP="00CC4B02" w:rsidRDefault="00D7726D" w14:paraId="15329B5B" w14:textId="77777777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="00D7726D" w:rsidP="009210A1" w:rsidRDefault="00D7726D" w14:paraId="517EA323" w14:textId="77777777">
            <w:r w:rsidRPr="00E62B05">
              <w:t>3</w:t>
            </w:r>
          </w:p>
        </w:tc>
      </w:tr>
    </w:tbl>
    <w:p w:rsidRPr="00FA2B6D" w:rsidR="0085747A" w:rsidP="009C54AE" w:rsidRDefault="00923D7D" w14:paraId="37E46DF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A2B6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A2B6D" w:rsidR="003E1941" w:rsidP="009C54AE" w:rsidRDefault="003E1941" w14:paraId="515A78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5535B4E9" w:rsidRDefault="0071620A" w14:paraId="16D8BDBE" w14:textId="3A419769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535B4E9" w:rsidR="0071620A">
        <w:rPr>
          <w:rFonts w:ascii="Corbel" w:hAnsi="Corbel"/>
          <w:caps w:val="0"/>
          <w:smallCaps w:val="0"/>
        </w:rPr>
        <w:t xml:space="preserve">6. </w:t>
      </w:r>
      <w:r w:rsidRPr="5535B4E9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A2B6D" w:rsidR="0085747A" w:rsidP="009C54AE" w:rsidRDefault="0085747A" w14:paraId="13F3EC2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A2B6D" w:rsidR="0085747A" w:rsidTr="5535B4E9" w14:paraId="15430457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0FB67A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A2B6D" w:rsidR="0085747A" w:rsidP="5535B4E9" w:rsidRDefault="0085747A" w14:paraId="6677995A" w14:textId="63048F1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535B4E9" w:rsidR="2854EC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A2B6D" w:rsidR="0085747A" w:rsidTr="5535B4E9" w14:paraId="5A159064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470A2D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A2B6D" w:rsidR="0085747A" w:rsidP="5535B4E9" w:rsidRDefault="0085747A" w14:paraId="6C858A3F" w14:textId="1674883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35B4E9" w:rsidR="3595C338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A2B6D" w:rsidR="003E1941" w:rsidP="009C54AE" w:rsidRDefault="003E1941" w14:paraId="08512FC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675843" w14:paraId="2DA200B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7. </w:t>
      </w:r>
      <w:r w:rsidRPr="00707B20" w:rsidR="0085747A">
        <w:rPr>
          <w:rFonts w:ascii="Corbel" w:hAnsi="Corbel"/>
          <w:smallCaps w:val="0"/>
          <w:szCs w:val="24"/>
        </w:rPr>
        <w:t>LITERATURA</w:t>
      </w:r>
      <w:r w:rsidRPr="00707B20">
        <w:rPr>
          <w:rFonts w:ascii="Corbel" w:hAnsi="Corbel"/>
          <w:smallCaps w:val="0"/>
          <w:szCs w:val="24"/>
        </w:rPr>
        <w:t xml:space="preserve"> </w:t>
      </w:r>
    </w:p>
    <w:p w:rsidRPr="00FA2B6D" w:rsidR="0085747A" w:rsidP="00707B20" w:rsidRDefault="0085747A" w14:paraId="3B0335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A2B6D" w:rsidR="00670380" w:rsidTr="5535B4E9" w14:paraId="4156812D" w14:textId="77777777">
        <w:trPr>
          <w:trHeight w:val="397"/>
        </w:trPr>
        <w:tc>
          <w:tcPr>
            <w:tcW w:w="7513" w:type="dxa"/>
            <w:tcMar/>
          </w:tcPr>
          <w:p w:rsidRPr="00FA2B6D" w:rsidR="00707B20" w:rsidP="5535B4E9" w:rsidRDefault="00670380" w14:paraId="052DAC6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535B4E9" w:rsidR="15826428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6B2A96" w:rsidR="009255F5" w:rsidP="006B2A96" w:rsidRDefault="006B2A96" w14:paraId="443B7409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A.Barczewska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-Dziobek</w:t>
            </w:r>
            <w:r w:rsidRPr="006B2A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J.Dziobek</w:t>
            </w:r>
            <w:proofErr w:type="spellEnd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-Romański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2A96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Interes publiczny i prywatny w prawie ochrony środowiska (Zagadnienia wybrane) </w:t>
            </w:r>
            <w:r w:rsidR="00ED36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2A96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 Prawo i Środowisko </w:t>
            </w:r>
            <w:r w:rsidR="00ED36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2A96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2012, nr 1, </w:t>
            </w:r>
          </w:p>
          <w:p w:rsidR="00007164" w:rsidP="00007164" w:rsidRDefault="006B2A96" w14:paraId="37DF52D7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9255F5" w:rsidR="009255F5">
              <w:rPr>
                <w:rFonts w:ascii="Corbel" w:hAnsi="Corbel"/>
                <w:b w:val="0"/>
                <w:smallCaps w:val="0"/>
                <w:szCs w:val="24"/>
              </w:rPr>
              <w:t>Barczewska</w:t>
            </w:r>
            <w:proofErr w:type="spellEnd"/>
            <w:r w:rsidRPr="009255F5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-Dziobek,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J.Dziobek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-Romański Jacek,</w:t>
            </w:r>
            <w:r w:rsidRPr="00007164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 Dostęp do informacji o środowisku naturalnym człowieka a realizacja prawa do dobrej administracji</w:t>
            </w:r>
            <w:r w:rsidR="00ED36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7164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Prawo i Środowisko 2010, nr 4, </w:t>
            </w:r>
          </w:p>
          <w:p w:rsidRPr="006B2A96" w:rsidR="00007164" w:rsidP="00007164" w:rsidRDefault="006B2A96" w14:paraId="0D79C638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A.Barczewska</w:t>
            </w:r>
            <w:proofErr w:type="spellEnd"/>
            <w:r w:rsidRPr="006B2A96">
              <w:rPr>
                <w:rFonts w:ascii="Corbel" w:hAnsi="Corbel"/>
                <w:b w:val="0"/>
                <w:smallCaps w:val="0"/>
                <w:szCs w:val="24"/>
              </w:rPr>
              <w:t xml:space="preserve">-Dziobek, </w:t>
            </w:r>
            <w:proofErr w:type="spellStart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J.Dziobek</w:t>
            </w:r>
            <w:proofErr w:type="spellEnd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-Romański Jacek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5311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Informacja o środowisku w kontekście realizacji prawa 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dnostki do dobrej administracji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: zagadnienia wybrane</w:t>
            </w:r>
            <w:r w:rsidR="00C5311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Studia Prawnicze KUL</w:t>
            </w:r>
            <w:r w:rsidR="00C531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 xml:space="preserve">2008, nr 3, </w:t>
            </w:r>
          </w:p>
          <w:p w:rsidRPr="00D96600" w:rsidR="00D96600" w:rsidP="00D96600" w:rsidRDefault="00D96600" w14:paraId="13B60A18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6600">
              <w:rPr>
                <w:rFonts w:ascii="Corbel" w:hAnsi="Corbel"/>
                <w:b w:val="0"/>
                <w:smallCaps w:val="0"/>
                <w:szCs w:val="24"/>
              </w:rPr>
              <w:t>Barczak A. (2006): Zadania samorządu terytorialnego w ochronie środowiska, ABC</w:t>
            </w:r>
          </w:p>
          <w:p w:rsidRPr="009255F5" w:rsidR="00D96600" w:rsidP="009255F5" w:rsidRDefault="00D96600" w14:paraId="49ADF397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6600">
              <w:rPr>
                <w:rFonts w:ascii="Corbel" w:hAnsi="Corbel"/>
                <w:b w:val="0"/>
                <w:smallCaps w:val="0"/>
                <w:szCs w:val="24"/>
              </w:rPr>
              <w:t>Górski M. (1992): Ochrona środowiska jako zadanie administracji publicznej, Wydawnictwo</w:t>
            </w:r>
            <w:r w:rsidR="009255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55F5">
              <w:rPr>
                <w:rFonts w:ascii="Corbel" w:hAnsi="Corbel"/>
                <w:b w:val="0"/>
                <w:smallCaps w:val="0"/>
                <w:szCs w:val="24"/>
              </w:rPr>
              <w:t>Uniwersytetu Łódzkiego</w:t>
            </w:r>
          </w:p>
          <w:p w:rsidRPr="00D96600" w:rsidR="0018511A" w:rsidP="5535B4E9" w:rsidRDefault="0018511A" w14:paraId="4D5B4442" w14:textId="64BCC2B1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35B4E9" w:rsidR="6E80F0E7">
              <w:rPr>
                <w:rFonts w:ascii="Corbel" w:hAnsi="Corbel"/>
                <w:b w:val="0"/>
                <w:bCs w:val="0"/>
                <w:caps w:val="0"/>
                <w:smallCaps w:val="0"/>
              </w:rPr>
              <w:t>Górski M. (red.) (2014): Prawo ochrony środowiska, Wolters Kluwer Polska</w:t>
            </w:r>
          </w:p>
        </w:tc>
      </w:tr>
      <w:tr w:rsidRPr="00FA2B6D" w:rsidR="00670380" w:rsidTr="5535B4E9" w14:paraId="3CEA6350" w14:textId="77777777">
        <w:trPr>
          <w:trHeight w:val="397"/>
        </w:trPr>
        <w:tc>
          <w:tcPr>
            <w:tcW w:w="7513" w:type="dxa"/>
            <w:tcMar/>
          </w:tcPr>
          <w:p w:rsidRPr="00FA2B6D" w:rsidR="00670380" w:rsidP="5535B4E9" w:rsidRDefault="00670380" w14:paraId="2EA67616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535B4E9" w:rsidR="15826428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5535B4E9" w:rsidP="5535B4E9" w:rsidRDefault="5535B4E9" w14:paraId="2A4EE0DD" w14:textId="4785414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D36A0" w:rsidP="00ED36A0" w:rsidRDefault="00ED36A0" w14:paraId="430D028F" w14:textId="777777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ED36A0">
              <w:rPr>
                <w:rFonts w:ascii="Corbel" w:hAnsi="Corbel"/>
                <w:sz w:val="24"/>
                <w:szCs w:val="24"/>
              </w:rPr>
              <w:t>Stochal</w:t>
            </w:r>
            <w:proofErr w:type="spellEnd"/>
            <w:r w:rsidRPr="00ED36A0">
              <w:rPr>
                <w:rFonts w:ascii="Corbel" w:hAnsi="Corbel"/>
                <w:sz w:val="24"/>
                <w:szCs w:val="24"/>
              </w:rPr>
              <w:t xml:space="preserve"> J. (2000): Zadania administracji samorządowej i rządowej w zakresie ochrony środowiska, </w:t>
            </w:r>
            <w:proofErr w:type="spellStart"/>
            <w:r w:rsidRPr="00ED36A0">
              <w:rPr>
                <w:rFonts w:ascii="Corbel" w:hAnsi="Corbel"/>
                <w:sz w:val="24"/>
                <w:szCs w:val="24"/>
              </w:rPr>
              <w:t>Municipium</w:t>
            </w:r>
            <w:proofErr w:type="spellEnd"/>
            <w:r w:rsidRPr="00ED36A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6B2A96" w:rsidR="006B2A96" w:rsidP="00ED36A0" w:rsidRDefault="006B2A96" w14:paraId="6527F63F" w14:textId="777777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6B2A96">
              <w:rPr>
                <w:rFonts w:ascii="Corbel" w:hAnsi="Corbel"/>
                <w:sz w:val="24"/>
                <w:szCs w:val="24"/>
              </w:rPr>
              <w:t xml:space="preserve">U. Szymańska, E. </w:t>
            </w:r>
            <w:proofErr w:type="spellStart"/>
            <w:r w:rsidRPr="006B2A96">
              <w:rPr>
                <w:rFonts w:ascii="Corbel" w:hAnsi="Corbel"/>
                <w:sz w:val="24"/>
                <w:szCs w:val="24"/>
              </w:rPr>
              <w:t>Zębek</w:t>
            </w:r>
            <w:proofErr w:type="spellEnd"/>
            <w:r w:rsidRPr="006B2A96">
              <w:rPr>
                <w:rFonts w:ascii="Corbel" w:hAnsi="Corbel"/>
                <w:sz w:val="24"/>
                <w:szCs w:val="24"/>
              </w:rPr>
              <w:t xml:space="preserve">, Ochrona środowiska </w:t>
            </w:r>
            <w:r>
              <w:rPr>
                <w:rFonts w:ascii="Corbel" w:hAnsi="Corbel"/>
                <w:sz w:val="24"/>
                <w:szCs w:val="24"/>
              </w:rPr>
              <w:t xml:space="preserve">jak </w:t>
            </w:r>
            <w:r w:rsidRPr="006B2A96">
              <w:rPr>
                <w:rFonts w:ascii="Corbel" w:hAnsi="Corbel"/>
                <w:sz w:val="24"/>
                <w:szCs w:val="24"/>
              </w:rPr>
              <w:t xml:space="preserve">interdyscyplinarna dziedzina wiedzy, UWM, 2014, </w:t>
            </w:r>
          </w:p>
          <w:p w:rsidRPr="00FA2B6D" w:rsidR="00670380" w:rsidP="006B2A96" w:rsidRDefault="002202BF" w14:paraId="491EC7F8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2BF">
              <w:rPr>
                <w:rFonts w:ascii="Corbel" w:hAnsi="Corbel"/>
                <w:b w:val="0"/>
                <w:smallCaps w:val="0"/>
                <w:szCs w:val="24"/>
              </w:rPr>
              <w:t xml:space="preserve">Między aktem wewnętrznym a prawem powszechnie obowiązującym. Casus programu ochrony środowiska, [w:] Źródła prawa w samorządzie terytorialnym, red. naukowa Bogdan Dolnicki, Wydawnictwo Wolters Kluwer, Warszawa 2018, </w:t>
            </w:r>
          </w:p>
        </w:tc>
      </w:tr>
    </w:tbl>
    <w:p w:rsidRPr="00FA2B6D" w:rsidR="0085747A" w:rsidP="009C54AE" w:rsidRDefault="0085747A" w14:paraId="06F0D5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A2B6D" w:rsidR="0085747A" w:rsidP="00F83B28" w:rsidRDefault="0085747A" w14:paraId="60347BC9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A2B6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54B3" w:rsidP="00C16ABF" w:rsidRDefault="00AA54B3" w14:paraId="0B3C32F3" w14:textId="77777777">
      <w:pPr>
        <w:spacing w:after="0" w:line="240" w:lineRule="auto"/>
      </w:pPr>
      <w:r>
        <w:separator/>
      </w:r>
    </w:p>
  </w:endnote>
  <w:endnote w:type="continuationSeparator" w:id="0">
    <w:p w:rsidR="00AA54B3" w:rsidP="00C16ABF" w:rsidRDefault="00AA54B3" w14:paraId="5800C2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54B3" w:rsidP="00C16ABF" w:rsidRDefault="00AA54B3" w14:paraId="294C9E31" w14:textId="77777777">
      <w:pPr>
        <w:spacing w:after="0" w:line="240" w:lineRule="auto"/>
      </w:pPr>
      <w:r>
        <w:separator/>
      </w:r>
    </w:p>
  </w:footnote>
  <w:footnote w:type="continuationSeparator" w:id="0">
    <w:p w:rsidR="00AA54B3" w:rsidP="00C16ABF" w:rsidRDefault="00AA54B3" w14:paraId="4D14285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1025D0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hint="default" w:ascii="Wingdings" w:hAnsi="Wingdings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hint="default" w:ascii="Wingdings" w:hAnsi="Wingdings"/>
      </w:rPr>
    </w:lvl>
  </w:abstractNum>
  <w:abstractNum w:abstractNumId="9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EA7"/>
    <w:rsid w:val="000048FD"/>
    <w:rsid w:val="00007164"/>
    <w:rsid w:val="000077B4"/>
    <w:rsid w:val="00014B80"/>
    <w:rsid w:val="00015B8F"/>
    <w:rsid w:val="00017191"/>
    <w:rsid w:val="000218CC"/>
    <w:rsid w:val="00022ECE"/>
    <w:rsid w:val="00042A51"/>
    <w:rsid w:val="00042D2E"/>
    <w:rsid w:val="00044C82"/>
    <w:rsid w:val="00054F5A"/>
    <w:rsid w:val="00065178"/>
    <w:rsid w:val="00070ED6"/>
    <w:rsid w:val="00071185"/>
    <w:rsid w:val="000742DC"/>
    <w:rsid w:val="000800DF"/>
    <w:rsid w:val="00084C12"/>
    <w:rsid w:val="0009462C"/>
    <w:rsid w:val="00094B12"/>
    <w:rsid w:val="00096638"/>
    <w:rsid w:val="00096C46"/>
    <w:rsid w:val="000A296F"/>
    <w:rsid w:val="000A2A28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D6DA0"/>
    <w:rsid w:val="000E1F36"/>
    <w:rsid w:val="000F1C57"/>
    <w:rsid w:val="000F5615"/>
    <w:rsid w:val="000F7258"/>
    <w:rsid w:val="001126A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11A"/>
    <w:rsid w:val="00192F37"/>
    <w:rsid w:val="001A70D2"/>
    <w:rsid w:val="001B3A34"/>
    <w:rsid w:val="001B3EDD"/>
    <w:rsid w:val="001C7CD4"/>
    <w:rsid w:val="001D657B"/>
    <w:rsid w:val="001D6A91"/>
    <w:rsid w:val="001D748C"/>
    <w:rsid w:val="001D7B54"/>
    <w:rsid w:val="001E0209"/>
    <w:rsid w:val="001E2B80"/>
    <w:rsid w:val="001F2CA2"/>
    <w:rsid w:val="002035B0"/>
    <w:rsid w:val="002054C5"/>
    <w:rsid w:val="002144C0"/>
    <w:rsid w:val="002202BF"/>
    <w:rsid w:val="0022477D"/>
    <w:rsid w:val="002278A9"/>
    <w:rsid w:val="002336F9"/>
    <w:rsid w:val="0024028F"/>
    <w:rsid w:val="00244ABC"/>
    <w:rsid w:val="002452C9"/>
    <w:rsid w:val="0025279C"/>
    <w:rsid w:val="00270AEE"/>
    <w:rsid w:val="00281FF2"/>
    <w:rsid w:val="002857DE"/>
    <w:rsid w:val="002860E3"/>
    <w:rsid w:val="00291567"/>
    <w:rsid w:val="0029298D"/>
    <w:rsid w:val="00292DFA"/>
    <w:rsid w:val="00297BA0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41CF"/>
    <w:rsid w:val="002D3375"/>
    <w:rsid w:val="002D73D4"/>
    <w:rsid w:val="002E5FD1"/>
    <w:rsid w:val="002F02A3"/>
    <w:rsid w:val="002F0C00"/>
    <w:rsid w:val="002F4ABE"/>
    <w:rsid w:val="003018BA"/>
    <w:rsid w:val="0030395F"/>
    <w:rsid w:val="003057EE"/>
    <w:rsid w:val="00305C92"/>
    <w:rsid w:val="00307553"/>
    <w:rsid w:val="00310C3D"/>
    <w:rsid w:val="003151C5"/>
    <w:rsid w:val="003343CF"/>
    <w:rsid w:val="00346FE9"/>
    <w:rsid w:val="0034759A"/>
    <w:rsid w:val="00350300"/>
    <w:rsid w:val="003503F6"/>
    <w:rsid w:val="00351880"/>
    <w:rsid w:val="003530DD"/>
    <w:rsid w:val="00363F78"/>
    <w:rsid w:val="00381FDF"/>
    <w:rsid w:val="003A0A5B"/>
    <w:rsid w:val="003A1176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F38C0"/>
    <w:rsid w:val="00414E3C"/>
    <w:rsid w:val="0041581B"/>
    <w:rsid w:val="0042076D"/>
    <w:rsid w:val="0042244A"/>
    <w:rsid w:val="0042745A"/>
    <w:rsid w:val="00431D5C"/>
    <w:rsid w:val="00434300"/>
    <w:rsid w:val="004362C6"/>
    <w:rsid w:val="00437FA2"/>
    <w:rsid w:val="00445970"/>
    <w:rsid w:val="00461EFC"/>
    <w:rsid w:val="004620B6"/>
    <w:rsid w:val="00463B7B"/>
    <w:rsid w:val="004652C2"/>
    <w:rsid w:val="004706D1"/>
    <w:rsid w:val="00471326"/>
    <w:rsid w:val="0047598D"/>
    <w:rsid w:val="004840FD"/>
    <w:rsid w:val="00490F7D"/>
    <w:rsid w:val="00491678"/>
    <w:rsid w:val="004968E2"/>
    <w:rsid w:val="004A2838"/>
    <w:rsid w:val="004A3EEA"/>
    <w:rsid w:val="004A4B6B"/>
    <w:rsid w:val="004A4D1F"/>
    <w:rsid w:val="004C4922"/>
    <w:rsid w:val="004C690A"/>
    <w:rsid w:val="004D43DF"/>
    <w:rsid w:val="004D5282"/>
    <w:rsid w:val="004F081A"/>
    <w:rsid w:val="004F1551"/>
    <w:rsid w:val="004F2BBF"/>
    <w:rsid w:val="004F55A3"/>
    <w:rsid w:val="0050496F"/>
    <w:rsid w:val="00506C04"/>
    <w:rsid w:val="00513B6F"/>
    <w:rsid w:val="00517C63"/>
    <w:rsid w:val="0053578D"/>
    <w:rsid w:val="005363C4"/>
    <w:rsid w:val="00536BDE"/>
    <w:rsid w:val="00543ACC"/>
    <w:rsid w:val="0055054E"/>
    <w:rsid w:val="005639F3"/>
    <w:rsid w:val="00564FF0"/>
    <w:rsid w:val="0056696D"/>
    <w:rsid w:val="00572785"/>
    <w:rsid w:val="00573961"/>
    <w:rsid w:val="00582C5E"/>
    <w:rsid w:val="00590EC0"/>
    <w:rsid w:val="0059484D"/>
    <w:rsid w:val="00594EDE"/>
    <w:rsid w:val="00597D91"/>
    <w:rsid w:val="005A0855"/>
    <w:rsid w:val="005A3196"/>
    <w:rsid w:val="005A5E6C"/>
    <w:rsid w:val="005B0E32"/>
    <w:rsid w:val="005B547F"/>
    <w:rsid w:val="005C080F"/>
    <w:rsid w:val="005C2366"/>
    <w:rsid w:val="005C55E5"/>
    <w:rsid w:val="005C696A"/>
    <w:rsid w:val="005D5EFF"/>
    <w:rsid w:val="005E6E85"/>
    <w:rsid w:val="005F31D2"/>
    <w:rsid w:val="005F5BAE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70380"/>
    <w:rsid w:val="00671958"/>
    <w:rsid w:val="00675843"/>
    <w:rsid w:val="006842AA"/>
    <w:rsid w:val="0069155F"/>
    <w:rsid w:val="00696477"/>
    <w:rsid w:val="006A221A"/>
    <w:rsid w:val="006A6B6B"/>
    <w:rsid w:val="006B2A96"/>
    <w:rsid w:val="006B3E62"/>
    <w:rsid w:val="006B6045"/>
    <w:rsid w:val="006D050F"/>
    <w:rsid w:val="006D6139"/>
    <w:rsid w:val="006E1C15"/>
    <w:rsid w:val="006E5D65"/>
    <w:rsid w:val="006F1282"/>
    <w:rsid w:val="006F1FBC"/>
    <w:rsid w:val="006F315E"/>
    <w:rsid w:val="006F31E2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63BF1"/>
    <w:rsid w:val="00766FD4"/>
    <w:rsid w:val="00773F30"/>
    <w:rsid w:val="0078168C"/>
    <w:rsid w:val="00787C2A"/>
    <w:rsid w:val="00790E27"/>
    <w:rsid w:val="007A4022"/>
    <w:rsid w:val="007A50F5"/>
    <w:rsid w:val="007A6E6E"/>
    <w:rsid w:val="007B3412"/>
    <w:rsid w:val="007B60C7"/>
    <w:rsid w:val="007B6D83"/>
    <w:rsid w:val="007C3299"/>
    <w:rsid w:val="007C3BCC"/>
    <w:rsid w:val="007C4546"/>
    <w:rsid w:val="007D6E56"/>
    <w:rsid w:val="007F4155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77D5D"/>
    <w:rsid w:val="00884922"/>
    <w:rsid w:val="00884AE8"/>
    <w:rsid w:val="00885F64"/>
    <w:rsid w:val="00886142"/>
    <w:rsid w:val="008917F9"/>
    <w:rsid w:val="008A45F7"/>
    <w:rsid w:val="008B2250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01E"/>
    <w:rsid w:val="009055D0"/>
    <w:rsid w:val="00916188"/>
    <w:rsid w:val="00923A20"/>
    <w:rsid w:val="00923D7D"/>
    <w:rsid w:val="009255F5"/>
    <w:rsid w:val="00936198"/>
    <w:rsid w:val="0094676A"/>
    <w:rsid w:val="009508DF"/>
    <w:rsid w:val="00950DAC"/>
    <w:rsid w:val="00954A07"/>
    <w:rsid w:val="00957AD9"/>
    <w:rsid w:val="009825F8"/>
    <w:rsid w:val="009832B6"/>
    <w:rsid w:val="00985EC4"/>
    <w:rsid w:val="00993ED8"/>
    <w:rsid w:val="00997F14"/>
    <w:rsid w:val="009A0274"/>
    <w:rsid w:val="009A78D9"/>
    <w:rsid w:val="009B6BAE"/>
    <w:rsid w:val="009B6F73"/>
    <w:rsid w:val="009C3E31"/>
    <w:rsid w:val="009C54AE"/>
    <w:rsid w:val="009C61ED"/>
    <w:rsid w:val="009C6A57"/>
    <w:rsid w:val="009C788E"/>
    <w:rsid w:val="009D1D33"/>
    <w:rsid w:val="009E3B41"/>
    <w:rsid w:val="009F1808"/>
    <w:rsid w:val="009F3C5C"/>
    <w:rsid w:val="009F4610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4B3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185A"/>
    <w:rsid w:val="00B43B77"/>
    <w:rsid w:val="00B43E80"/>
    <w:rsid w:val="00B4693B"/>
    <w:rsid w:val="00B556E4"/>
    <w:rsid w:val="00B55F85"/>
    <w:rsid w:val="00B607DB"/>
    <w:rsid w:val="00B66529"/>
    <w:rsid w:val="00B75946"/>
    <w:rsid w:val="00B8056E"/>
    <w:rsid w:val="00B819C8"/>
    <w:rsid w:val="00B81C38"/>
    <w:rsid w:val="00B82308"/>
    <w:rsid w:val="00B863CE"/>
    <w:rsid w:val="00B90885"/>
    <w:rsid w:val="00B93A50"/>
    <w:rsid w:val="00B96CDD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5131"/>
    <w:rsid w:val="00C058B4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53118"/>
    <w:rsid w:val="00C56036"/>
    <w:rsid w:val="00C611C1"/>
    <w:rsid w:val="00C61DC5"/>
    <w:rsid w:val="00C67E92"/>
    <w:rsid w:val="00C70A26"/>
    <w:rsid w:val="00C76623"/>
    <w:rsid w:val="00C766DF"/>
    <w:rsid w:val="00C865C8"/>
    <w:rsid w:val="00C94B98"/>
    <w:rsid w:val="00CA2B96"/>
    <w:rsid w:val="00CA5089"/>
    <w:rsid w:val="00CA6F25"/>
    <w:rsid w:val="00CB7148"/>
    <w:rsid w:val="00CC087E"/>
    <w:rsid w:val="00CC4B02"/>
    <w:rsid w:val="00CC6D49"/>
    <w:rsid w:val="00CD6897"/>
    <w:rsid w:val="00CD74F2"/>
    <w:rsid w:val="00CE0571"/>
    <w:rsid w:val="00CE250D"/>
    <w:rsid w:val="00CE5BAC"/>
    <w:rsid w:val="00CF25BE"/>
    <w:rsid w:val="00CF5191"/>
    <w:rsid w:val="00CF78ED"/>
    <w:rsid w:val="00D00F6E"/>
    <w:rsid w:val="00D02B25"/>
    <w:rsid w:val="00D02EBA"/>
    <w:rsid w:val="00D05007"/>
    <w:rsid w:val="00D12A13"/>
    <w:rsid w:val="00D1419B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7726D"/>
    <w:rsid w:val="00D8075B"/>
    <w:rsid w:val="00D86492"/>
    <w:rsid w:val="00D8678B"/>
    <w:rsid w:val="00D96600"/>
    <w:rsid w:val="00DA2114"/>
    <w:rsid w:val="00DA21CD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51E44"/>
    <w:rsid w:val="00E63348"/>
    <w:rsid w:val="00E63E63"/>
    <w:rsid w:val="00E64928"/>
    <w:rsid w:val="00E71644"/>
    <w:rsid w:val="00E74689"/>
    <w:rsid w:val="00E75ABF"/>
    <w:rsid w:val="00E77E88"/>
    <w:rsid w:val="00E8107D"/>
    <w:rsid w:val="00E810D9"/>
    <w:rsid w:val="00E960BB"/>
    <w:rsid w:val="00EA2074"/>
    <w:rsid w:val="00EA4832"/>
    <w:rsid w:val="00EA4E9D"/>
    <w:rsid w:val="00EA6AAD"/>
    <w:rsid w:val="00EB4E4F"/>
    <w:rsid w:val="00EC2A57"/>
    <w:rsid w:val="00EC2F34"/>
    <w:rsid w:val="00EC4899"/>
    <w:rsid w:val="00EC5E23"/>
    <w:rsid w:val="00ED03AB"/>
    <w:rsid w:val="00ED32D2"/>
    <w:rsid w:val="00ED36A0"/>
    <w:rsid w:val="00EE32DE"/>
    <w:rsid w:val="00EE5457"/>
    <w:rsid w:val="00EE7100"/>
    <w:rsid w:val="00EF2626"/>
    <w:rsid w:val="00EF5E51"/>
    <w:rsid w:val="00F070AB"/>
    <w:rsid w:val="00F17567"/>
    <w:rsid w:val="00F257A5"/>
    <w:rsid w:val="00F27A7B"/>
    <w:rsid w:val="00F526AF"/>
    <w:rsid w:val="00F617C3"/>
    <w:rsid w:val="00F632C9"/>
    <w:rsid w:val="00F655F4"/>
    <w:rsid w:val="00F7066B"/>
    <w:rsid w:val="00F71599"/>
    <w:rsid w:val="00F74618"/>
    <w:rsid w:val="00F83B28"/>
    <w:rsid w:val="00F8776A"/>
    <w:rsid w:val="00F87A85"/>
    <w:rsid w:val="00F87FD6"/>
    <w:rsid w:val="00FA2B6D"/>
    <w:rsid w:val="00FA46E5"/>
    <w:rsid w:val="00FA7E17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  <w:rsid w:val="058EAEA2"/>
    <w:rsid w:val="0AE2CC1A"/>
    <w:rsid w:val="142FFE89"/>
    <w:rsid w:val="15826428"/>
    <w:rsid w:val="172C689A"/>
    <w:rsid w:val="27810F5B"/>
    <w:rsid w:val="2854EC6B"/>
    <w:rsid w:val="3595C338"/>
    <w:rsid w:val="38401722"/>
    <w:rsid w:val="39093CD1"/>
    <w:rsid w:val="44647B56"/>
    <w:rsid w:val="46BF8533"/>
    <w:rsid w:val="49E7E76D"/>
    <w:rsid w:val="5040336B"/>
    <w:rsid w:val="505CA655"/>
    <w:rsid w:val="5186C65D"/>
    <w:rsid w:val="5535B4E9"/>
    <w:rsid w:val="5623963A"/>
    <w:rsid w:val="570A3274"/>
    <w:rsid w:val="62DAA82B"/>
    <w:rsid w:val="64E51503"/>
    <w:rsid w:val="6DDDCDDA"/>
    <w:rsid w:val="6E80F0E7"/>
    <w:rsid w:val="70169D9D"/>
    <w:rsid w:val="73ED9E6F"/>
    <w:rsid w:val="783235B8"/>
    <w:rsid w:val="795975C0"/>
    <w:rsid w:val="7ABBB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55C4"/>
  <w15:docId w15:val="{4D27B321-7DF1-4D99-B958-D91069E930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2851-B2A4-4BE2-B423-C89153DFDB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6</revision>
  <lastPrinted>2021-02-15T14:38:00.0000000Z</lastPrinted>
  <dcterms:created xsi:type="dcterms:W3CDTF">2021-12-12T16:45:00.0000000Z</dcterms:created>
  <dcterms:modified xsi:type="dcterms:W3CDTF">2022-01-21T09:51:04.1020251Z</dcterms:modified>
</coreProperties>
</file>